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3339D" w14:textId="4ED214EE" w:rsidR="00B27C67" w:rsidRDefault="00B27C67" w:rsidP="00B27C67">
      <w:pPr>
        <w:spacing w:after="160" w:line="259" w:lineRule="auto"/>
        <w:jc w:val="center"/>
        <w:rPr>
          <w:rFonts w:ascii="Arial" w:eastAsia="Calibri" w:hAnsi="Arial" w:cs="Arial"/>
          <w:b/>
          <w:szCs w:val="22"/>
          <w:lang w:eastAsia="en-US"/>
        </w:rPr>
      </w:pPr>
      <w:r w:rsidRPr="006760F4">
        <w:rPr>
          <w:rFonts w:ascii="Arial" w:eastAsia="Calibri" w:hAnsi="Arial" w:cs="Arial"/>
          <w:b/>
          <w:szCs w:val="22"/>
          <w:lang w:eastAsia="en-US"/>
        </w:rPr>
        <w:t>Technická specifikace</w:t>
      </w:r>
    </w:p>
    <w:p w14:paraId="6C79D808" w14:textId="5372330C" w:rsidR="007C2D7D" w:rsidRPr="006760F4" w:rsidRDefault="007C2D7D" w:rsidP="00B27C67">
      <w:pPr>
        <w:spacing w:after="160" w:line="259" w:lineRule="auto"/>
        <w:jc w:val="center"/>
        <w:rPr>
          <w:rFonts w:ascii="Arial" w:eastAsia="Calibri" w:hAnsi="Arial" w:cs="Arial"/>
          <w:b/>
          <w:szCs w:val="22"/>
          <w:lang w:eastAsia="en-US"/>
        </w:rPr>
      </w:pPr>
      <w:r>
        <w:rPr>
          <w:rFonts w:ascii="Arial" w:eastAsia="Calibri" w:hAnsi="Arial" w:cs="Arial"/>
          <w:b/>
          <w:szCs w:val="22"/>
          <w:lang w:eastAsia="en-US"/>
        </w:rPr>
        <w:t>ČÁST 1</w:t>
      </w:r>
    </w:p>
    <w:p w14:paraId="4024B6F4" w14:textId="47F707E1" w:rsidR="007C2D7D" w:rsidRDefault="007C2D7D" w:rsidP="00B27C67">
      <w:pPr>
        <w:spacing w:after="160" w:line="259" w:lineRule="auto"/>
        <w:jc w:val="center"/>
        <w:rPr>
          <w:rFonts w:ascii="Arial" w:eastAsia="Calibri" w:hAnsi="Arial" w:cs="Arial"/>
          <w:b/>
          <w:sz w:val="20"/>
          <w:szCs w:val="22"/>
          <w:lang w:eastAsia="en-US"/>
        </w:rPr>
      </w:pPr>
      <w:bookmarkStart w:id="0" w:name="_Hlk175257411"/>
      <w:r>
        <w:rPr>
          <w:rFonts w:ascii="Arial" w:hAnsi="Arial" w:cs="Arial"/>
          <w:b/>
          <w:iCs/>
          <w:sz w:val="20"/>
          <w:szCs w:val="20"/>
        </w:rPr>
        <w:t>Přístroje</w:t>
      </w:r>
      <w:r w:rsidR="007A4088" w:rsidRPr="007A4088">
        <w:rPr>
          <w:rFonts w:ascii="Arial" w:hAnsi="Arial" w:cs="Arial"/>
          <w:b/>
          <w:iCs/>
          <w:sz w:val="20"/>
          <w:szCs w:val="20"/>
        </w:rPr>
        <w:t xml:space="preserve"> pro funkční terapii horních končetin s motivační zpětnou </w:t>
      </w:r>
      <w:r>
        <w:rPr>
          <w:rFonts w:ascii="Arial" w:hAnsi="Arial" w:cs="Arial"/>
          <w:b/>
          <w:iCs/>
          <w:sz w:val="20"/>
          <w:szCs w:val="20"/>
        </w:rPr>
        <w:t xml:space="preserve">vazbou </w:t>
      </w:r>
      <w:r w:rsidR="007A4088" w:rsidRPr="007A4088">
        <w:rPr>
          <w:rFonts w:ascii="Arial" w:hAnsi="Arial" w:cs="Arial"/>
          <w:b/>
          <w:iCs/>
          <w:sz w:val="20"/>
          <w:szCs w:val="20"/>
        </w:rPr>
        <w:t xml:space="preserve">pro Krajskou zdravotní, a.s. - Masarykova nemocnice v Ústí nad Labem, </w:t>
      </w:r>
      <w:proofErr w:type="spellStart"/>
      <w:r w:rsidR="007A4088" w:rsidRPr="007A4088">
        <w:rPr>
          <w:rFonts w:ascii="Arial" w:hAnsi="Arial" w:cs="Arial"/>
          <w:b/>
          <w:iCs/>
          <w:sz w:val="20"/>
          <w:szCs w:val="20"/>
        </w:rPr>
        <w:t>o.z</w:t>
      </w:r>
      <w:proofErr w:type="spellEnd"/>
      <w:r w:rsidR="007A4088" w:rsidRPr="007A4088">
        <w:rPr>
          <w:rFonts w:ascii="Arial" w:hAnsi="Arial" w:cs="Arial"/>
          <w:b/>
          <w:iCs/>
          <w:sz w:val="20"/>
          <w:szCs w:val="20"/>
        </w:rPr>
        <w:t>.</w:t>
      </w:r>
      <w:bookmarkEnd w:id="0"/>
      <w:r w:rsidR="007A4088" w:rsidRPr="007A4088">
        <w:rPr>
          <w:rFonts w:ascii="Arial" w:hAnsi="Arial" w:cs="Arial"/>
          <w:b/>
          <w:iCs/>
          <w:sz w:val="20"/>
          <w:szCs w:val="20"/>
        </w:rPr>
        <w:t xml:space="preserve"> </w:t>
      </w:r>
      <w:r w:rsidR="00ED578D">
        <w:rPr>
          <w:rFonts w:ascii="Arial" w:hAnsi="Arial" w:cs="Arial"/>
          <w:b/>
          <w:bCs/>
          <w:sz w:val="20"/>
          <w:szCs w:val="20"/>
        </w:rPr>
        <w:t xml:space="preserve">- </w:t>
      </w:r>
      <w:r w:rsidR="00ED578D" w:rsidRPr="00ED578D">
        <w:rPr>
          <w:rFonts w:ascii="Arial" w:hAnsi="Arial" w:cs="Arial"/>
          <w:b/>
          <w:bCs/>
          <w:sz w:val="20"/>
          <w:szCs w:val="20"/>
        </w:rPr>
        <w:t xml:space="preserve">Přístroj pro </w:t>
      </w:r>
      <w:proofErr w:type="spellStart"/>
      <w:r w:rsidR="00ED578D" w:rsidRPr="00ED578D">
        <w:rPr>
          <w:rFonts w:ascii="Arial" w:hAnsi="Arial" w:cs="Arial"/>
          <w:b/>
          <w:bCs/>
          <w:sz w:val="20"/>
          <w:szCs w:val="20"/>
        </w:rPr>
        <w:t>senzomotoricky</w:t>
      </w:r>
      <w:proofErr w:type="spellEnd"/>
      <w:r w:rsidR="00ED578D" w:rsidRPr="00ED578D">
        <w:rPr>
          <w:rFonts w:ascii="Arial" w:hAnsi="Arial" w:cs="Arial"/>
          <w:b/>
          <w:bCs/>
          <w:sz w:val="20"/>
          <w:szCs w:val="20"/>
        </w:rPr>
        <w:t xml:space="preserve"> řízenou zpětnovazebnou rehabilitaci horní končetiny a jemné motoriky ruky</w:t>
      </w:r>
    </w:p>
    <w:p w14:paraId="0F4FF451" w14:textId="7E593A76" w:rsidR="00B27C67" w:rsidRPr="006760F4" w:rsidRDefault="007A4088" w:rsidP="00B27C67">
      <w:pPr>
        <w:spacing w:after="160" w:line="259" w:lineRule="auto"/>
        <w:jc w:val="center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7A4088">
        <w:rPr>
          <w:rFonts w:ascii="Arial" w:eastAsia="Calibri" w:hAnsi="Arial" w:cs="Arial"/>
          <w:b/>
          <w:sz w:val="20"/>
          <w:szCs w:val="22"/>
          <w:lang w:eastAsia="en-US"/>
        </w:rPr>
        <w:t>1</w:t>
      </w:r>
      <w:r w:rsidR="00ED578D">
        <w:rPr>
          <w:rFonts w:ascii="Arial" w:eastAsia="Calibri" w:hAnsi="Arial" w:cs="Arial"/>
          <w:b/>
          <w:sz w:val="20"/>
          <w:szCs w:val="22"/>
          <w:lang w:eastAsia="en-US"/>
        </w:rPr>
        <w:t xml:space="preserve"> ks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47"/>
        <w:gridCol w:w="7365"/>
      </w:tblGrid>
      <w:tr w:rsidR="00B27C67" w:rsidRPr="006760F4" w14:paraId="3B8AA599" w14:textId="77777777" w:rsidTr="006760F4">
        <w:trPr>
          <w:trHeight w:val="375"/>
        </w:trPr>
        <w:tc>
          <w:tcPr>
            <w:tcW w:w="5000" w:type="pct"/>
            <w:gridSpan w:val="2"/>
            <w:shd w:val="clear" w:color="auto" w:fill="99DBFF" w:themeFill="text2" w:themeFillTint="66"/>
          </w:tcPr>
          <w:p w14:paraId="095C7895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 w:rsidRPr="006760F4">
              <w:rPr>
                <w:rFonts w:ascii="Arial" w:hAnsi="Arial" w:cs="Arial"/>
                <w:b/>
                <w:sz w:val="20"/>
                <w:szCs w:val="22"/>
              </w:rPr>
              <w:t>Základní informace</w:t>
            </w:r>
          </w:p>
        </w:tc>
      </w:tr>
      <w:tr w:rsidR="00B27C67" w:rsidRPr="006760F4" w14:paraId="252D81DA" w14:textId="77777777" w:rsidTr="00701FD7">
        <w:trPr>
          <w:trHeight w:val="341"/>
        </w:trPr>
        <w:tc>
          <w:tcPr>
            <w:tcW w:w="1285" w:type="pct"/>
          </w:tcPr>
          <w:p w14:paraId="50FFC4A2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6760F4">
              <w:rPr>
                <w:rFonts w:ascii="Arial" w:hAnsi="Arial" w:cs="Arial"/>
                <w:sz w:val="20"/>
                <w:szCs w:val="22"/>
              </w:rPr>
              <w:t>Dodavatel:</w:t>
            </w:r>
          </w:p>
        </w:tc>
        <w:tc>
          <w:tcPr>
            <w:tcW w:w="3715" w:type="pct"/>
          </w:tcPr>
          <w:p w14:paraId="7F2763D3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B27C67" w:rsidRPr="006760F4" w14:paraId="040D9ABE" w14:textId="77777777" w:rsidTr="00701FD7">
        <w:trPr>
          <w:trHeight w:val="325"/>
        </w:trPr>
        <w:tc>
          <w:tcPr>
            <w:tcW w:w="1285" w:type="pct"/>
          </w:tcPr>
          <w:p w14:paraId="5DDB46C2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6760F4">
              <w:rPr>
                <w:rFonts w:ascii="Arial" w:hAnsi="Arial" w:cs="Arial"/>
                <w:sz w:val="20"/>
                <w:szCs w:val="22"/>
              </w:rPr>
              <w:t>Výrobce:</w:t>
            </w:r>
          </w:p>
        </w:tc>
        <w:tc>
          <w:tcPr>
            <w:tcW w:w="3715" w:type="pct"/>
          </w:tcPr>
          <w:p w14:paraId="40367404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B27C67" w:rsidRPr="006760F4" w14:paraId="572B3164" w14:textId="77777777" w:rsidTr="00701FD7">
        <w:trPr>
          <w:trHeight w:val="341"/>
        </w:trPr>
        <w:tc>
          <w:tcPr>
            <w:tcW w:w="1285" w:type="pct"/>
          </w:tcPr>
          <w:p w14:paraId="18F623F9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6760F4">
              <w:rPr>
                <w:rFonts w:ascii="Arial" w:hAnsi="Arial" w:cs="Arial"/>
                <w:sz w:val="20"/>
                <w:szCs w:val="22"/>
              </w:rPr>
              <w:t>Výrobní model:</w:t>
            </w:r>
          </w:p>
        </w:tc>
        <w:tc>
          <w:tcPr>
            <w:tcW w:w="3715" w:type="pct"/>
          </w:tcPr>
          <w:p w14:paraId="35CEBCBB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2F12B2E7" w14:textId="77777777" w:rsidR="00B27C67" w:rsidRPr="006760F4" w:rsidRDefault="00B27C67" w:rsidP="00B27C67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5028" w:type="pct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924"/>
        <w:gridCol w:w="1075"/>
        <w:gridCol w:w="2215"/>
        <w:gridCol w:w="1754"/>
      </w:tblGrid>
      <w:tr w:rsidR="004A099D" w:rsidRPr="00ED578D" w14:paraId="45D3E40E" w14:textId="77777777" w:rsidTr="006B0FA5">
        <w:trPr>
          <w:trHeight w:val="300"/>
          <w:tblHeader/>
        </w:trPr>
        <w:tc>
          <w:tcPr>
            <w:tcW w:w="2470" w:type="pct"/>
            <w:shd w:val="clear" w:color="auto" w:fill="99DBFF" w:themeFill="text2" w:themeFillTint="66"/>
            <w:vAlign w:val="center"/>
          </w:tcPr>
          <w:p w14:paraId="7B661F22" w14:textId="77777777" w:rsidR="004A099D" w:rsidRPr="00ED578D" w:rsidRDefault="004A099D" w:rsidP="00B27C67">
            <w:pPr>
              <w:widowControl w:val="0"/>
              <w:adjustRightInd w:val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578D">
              <w:rPr>
                <w:rFonts w:ascii="Arial" w:hAnsi="Arial" w:cs="Arial"/>
                <w:b/>
                <w:bCs/>
                <w:sz w:val="20"/>
                <w:szCs w:val="20"/>
              </w:rPr>
              <w:t>Parametr / požadavek</w:t>
            </w:r>
          </w:p>
        </w:tc>
        <w:tc>
          <w:tcPr>
            <w:tcW w:w="539" w:type="pct"/>
            <w:shd w:val="clear" w:color="auto" w:fill="99DBFF" w:themeFill="text2" w:themeFillTint="66"/>
            <w:vAlign w:val="center"/>
          </w:tcPr>
          <w:p w14:paraId="17C545AD" w14:textId="77777777" w:rsidR="004A099D" w:rsidRPr="00ED578D" w:rsidRDefault="004A099D" w:rsidP="00B27C67">
            <w:pPr>
              <w:widowControl w:val="0"/>
              <w:adjustRightInd w:val="0"/>
              <w:ind w:left="-108" w:right="-109"/>
              <w:jc w:val="center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D578D">
              <w:rPr>
                <w:rFonts w:ascii="Arial" w:hAnsi="Arial" w:cs="Arial"/>
                <w:b/>
                <w:bCs/>
                <w:sz w:val="20"/>
                <w:szCs w:val="20"/>
              </w:rPr>
              <w:t>Splňuje</w:t>
            </w:r>
          </w:p>
          <w:p w14:paraId="060ECE1A" w14:textId="77777777" w:rsidR="004A099D" w:rsidRPr="00ED578D" w:rsidRDefault="004A099D" w:rsidP="00B27C67">
            <w:pPr>
              <w:widowControl w:val="0"/>
              <w:adjustRightInd w:val="0"/>
              <w:ind w:left="-108" w:right="-109"/>
              <w:jc w:val="center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D578D">
              <w:rPr>
                <w:rFonts w:ascii="Arial" w:hAnsi="Arial" w:cs="Arial"/>
                <w:b/>
                <w:bCs/>
                <w:sz w:val="20"/>
                <w:szCs w:val="20"/>
              </w:rPr>
              <w:t>ANO/NE</w:t>
            </w:r>
          </w:p>
        </w:tc>
        <w:tc>
          <w:tcPr>
            <w:tcW w:w="1111" w:type="pct"/>
            <w:shd w:val="clear" w:color="auto" w:fill="99DBFF" w:themeFill="text2" w:themeFillTint="66"/>
          </w:tcPr>
          <w:p w14:paraId="0857CD0A" w14:textId="4AD43451" w:rsidR="004A099D" w:rsidRPr="00ED578D" w:rsidRDefault="004A099D" w:rsidP="004A099D">
            <w:pPr>
              <w:spacing w:line="259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D578D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Reálná nabízená hodnota (pouze u parametrů </w:t>
            </w:r>
            <w:proofErr w:type="spellStart"/>
            <w:r w:rsidRPr="00ED578D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charakterizovatelných</w:t>
            </w:r>
            <w:proofErr w:type="spellEnd"/>
            <w:r w:rsidRPr="00ED578D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 xml:space="preserve"> touto hodnotou)</w:t>
            </w:r>
          </w:p>
        </w:tc>
        <w:tc>
          <w:tcPr>
            <w:tcW w:w="880" w:type="pct"/>
            <w:shd w:val="clear" w:color="auto" w:fill="99DBFF" w:themeFill="text2" w:themeFillTint="66"/>
            <w:vAlign w:val="center"/>
          </w:tcPr>
          <w:p w14:paraId="01055D2B" w14:textId="43114383" w:rsidR="004A099D" w:rsidRPr="00ED578D" w:rsidRDefault="004A099D" w:rsidP="00B27C67">
            <w:pPr>
              <w:spacing w:line="259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ED578D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Kde je uvedeno v nabídce (dokument a číslo strany)</w:t>
            </w:r>
          </w:p>
        </w:tc>
      </w:tr>
      <w:tr w:rsidR="004A099D" w:rsidRPr="00ED578D" w14:paraId="08CE919F" w14:textId="77777777" w:rsidTr="006760F4">
        <w:trPr>
          <w:trHeight w:val="113"/>
        </w:trPr>
        <w:tc>
          <w:tcPr>
            <w:tcW w:w="5000" w:type="pct"/>
            <w:gridSpan w:val="4"/>
            <w:shd w:val="clear" w:color="auto" w:fill="CCEDFF" w:themeFill="accent1" w:themeFillTint="33"/>
          </w:tcPr>
          <w:p w14:paraId="6CE0D815" w14:textId="66C73A46" w:rsidR="004A099D" w:rsidRPr="00ED578D" w:rsidRDefault="008A35E2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D578D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="004A099D" w:rsidRPr="00ED578D">
              <w:rPr>
                <w:rFonts w:ascii="Arial" w:hAnsi="Arial" w:cs="Arial"/>
                <w:b/>
                <w:bCs/>
                <w:sz w:val="20"/>
                <w:szCs w:val="20"/>
              </w:rPr>
              <w:t>pecifikace</w:t>
            </w:r>
            <w:r w:rsidRPr="00ED57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přístroje</w:t>
            </w:r>
            <w:r w:rsidR="004A099D" w:rsidRPr="00ED578D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4A099D" w:rsidRPr="00ED578D" w14:paraId="57407B43" w14:textId="77777777" w:rsidTr="006B0FA5">
        <w:trPr>
          <w:trHeight w:val="113"/>
        </w:trPr>
        <w:tc>
          <w:tcPr>
            <w:tcW w:w="2470" w:type="pct"/>
          </w:tcPr>
          <w:p w14:paraId="77B53B21" w14:textId="4244D554" w:rsidR="004A099D" w:rsidRPr="00ED578D" w:rsidRDefault="006B0FA5" w:rsidP="00B27C67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578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Přístroj pro řízená cvičení pomáhající v prevenci vývoje kompenzačních pohybových návyků</w:t>
            </w:r>
          </w:p>
        </w:tc>
        <w:tc>
          <w:tcPr>
            <w:tcW w:w="539" w:type="pct"/>
          </w:tcPr>
          <w:p w14:paraId="7EAA4DEE" w14:textId="77777777" w:rsidR="004A099D" w:rsidRPr="00ED578D" w:rsidRDefault="004A099D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3D34C9EF" w14:textId="77777777" w:rsidR="004A099D" w:rsidRPr="00ED578D" w:rsidRDefault="004A099D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667CA7DB" w14:textId="477DB926" w:rsidR="004A099D" w:rsidRPr="00ED578D" w:rsidRDefault="004A099D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099D" w:rsidRPr="00ED578D" w14:paraId="0B7BCB85" w14:textId="77777777" w:rsidTr="006B0FA5">
        <w:trPr>
          <w:trHeight w:val="113"/>
        </w:trPr>
        <w:tc>
          <w:tcPr>
            <w:tcW w:w="2470" w:type="pct"/>
          </w:tcPr>
          <w:p w14:paraId="5FC59919" w14:textId="52226DD8" w:rsidR="004A099D" w:rsidRPr="00ED578D" w:rsidRDefault="006B0FA5" w:rsidP="00B27C67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578D">
              <w:rPr>
                <w:rFonts w:ascii="Arial" w:hAnsi="Arial" w:cs="Arial"/>
                <w:sz w:val="20"/>
                <w:szCs w:val="20"/>
              </w:rPr>
              <w:t>Posuvná stanice s PC k uložení všech ortéz</w:t>
            </w:r>
          </w:p>
        </w:tc>
        <w:tc>
          <w:tcPr>
            <w:tcW w:w="539" w:type="pct"/>
          </w:tcPr>
          <w:p w14:paraId="3A8F332B" w14:textId="77777777" w:rsidR="004A099D" w:rsidRPr="00ED578D" w:rsidRDefault="004A099D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34AFE9DE" w14:textId="77777777" w:rsidR="004A099D" w:rsidRPr="00ED578D" w:rsidRDefault="004A099D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22AABF5B" w14:textId="2D33BB94" w:rsidR="004A099D" w:rsidRPr="00ED578D" w:rsidRDefault="004A099D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0FA5" w:rsidRPr="00ED578D" w14:paraId="4C66CF1B" w14:textId="77777777" w:rsidTr="006B0FA5">
        <w:trPr>
          <w:trHeight w:val="113"/>
        </w:trPr>
        <w:tc>
          <w:tcPr>
            <w:tcW w:w="2470" w:type="pct"/>
          </w:tcPr>
          <w:p w14:paraId="273B6F68" w14:textId="151B13C5" w:rsidR="006B0FA5" w:rsidRPr="00ED578D" w:rsidRDefault="006B0FA5" w:rsidP="006B0F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578D">
              <w:rPr>
                <w:rFonts w:ascii="Arial" w:hAnsi="Arial" w:cs="Arial"/>
                <w:sz w:val="20"/>
                <w:szCs w:val="20"/>
              </w:rPr>
              <w:t>Software fungující přes webovou aplikaci</w:t>
            </w:r>
          </w:p>
        </w:tc>
        <w:tc>
          <w:tcPr>
            <w:tcW w:w="539" w:type="pct"/>
          </w:tcPr>
          <w:p w14:paraId="2E2DA433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66F04A29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280113F1" w14:textId="5BABBFF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0FA5" w:rsidRPr="00ED578D" w14:paraId="7A1E7B0F" w14:textId="77777777" w:rsidTr="006B0FA5">
        <w:trPr>
          <w:trHeight w:val="113"/>
        </w:trPr>
        <w:tc>
          <w:tcPr>
            <w:tcW w:w="2470" w:type="pct"/>
          </w:tcPr>
          <w:p w14:paraId="1F240E63" w14:textId="0B67BDF5" w:rsidR="006B0FA5" w:rsidRPr="00ED578D" w:rsidRDefault="006B0FA5" w:rsidP="006B0F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578D">
              <w:rPr>
                <w:rFonts w:ascii="Arial" w:hAnsi="Arial" w:cs="Arial"/>
                <w:sz w:val="20"/>
                <w:szCs w:val="20"/>
              </w:rPr>
              <w:t>Evaluace a reporty</w:t>
            </w:r>
          </w:p>
        </w:tc>
        <w:tc>
          <w:tcPr>
            <w:tcW w:w="539" w:type="pct"/>
          </w:tcPr>
          <w:p w14:paraId="45489BB2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3245FB83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0D89CA31" w14:textId="2B59E229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099D" w:rsidRPr="00ED578D" w14:paraId="0B659CA4" w14:textId="77777777" w:rsidTr="006760F4">
        <w:trPr>
          <w:trHeight w:val="113"/>
        </w:trPr>
        <w:tc>
          <w:tcPr>
            <w:tcW w:w="5000" w:type="pct"/>
            <w:gridSpan w:val="4"/>
            <w:shd w:val="clear" w:color="auto" w:fill="CCEDFF" w:themeFill="accent1" w:themeFillTint="33"/>
          </w:tcPr>
          <w:p w14:paraId="2F953D83" w14:textId="018D4F4B" w:rsidR="004A099D" w:rsidRPr="00ED578D" w:rsidRDefault="004A099D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D578D">
              <w:rPr>
                <w:rFonts w:ascii="Arial" w:hAnsi="Arial" w:cs="Arial"/>
                <w:b/>
                <w:bCs/>
                <w:sz w:val="20"/>
                <w:szCs w:val="20"/>
              </w:rPr>
              <w:t>Komponent</w:t>
            </w:r>
            <w:r w:rsidR="008A35E2" w:rsidRPr="00ED578D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="006B0FA5" w:rsidRPr="00ED57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pro cvičení paže</w:t>
            </w:r>
            <w:r w:rsidRPr="00ED578D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4A099D" w:rsidRPr="00ED578D" w14:paraId="36E05021" w14:textId="77777777" w:rsidTr="006B0FA5">
        <w:trPr>
          <w:trHeight w:val="113"/>
        </w:trPr>
        <w:tc>
          <w:tcPr>
            <w:tcW w:w="2470" w:type="pct"/>
          </w:tcPr>
          <w:p w14:paraId="5436EF15" w14:textId="35740BD9" w:rsidR="004A099D" w:rsidRPr="00ED578D" w:rsidRDefault="006B0FA5" w:rsidP="00B27C67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578D">
              <w:rPr>
                <w:rFonts w:ascii="Arial" w:hAnsi="Arial" w:cs="Arial"/>
                <w:sz w:val="20"/>
                <w:szCs w:val="20"/>
              </w:rPr>
              <w:t>bezpečné a komfortní ortézy s pozičními a rychlostními senzory, které citlivě zaznamenávají pozici a pohyb ve třech rovinách (3D) lokte a ramene</w:t>
            </w:r>
          </w:p>
        </w:tc>
        <w:tc>
          <w:tcPr>
            <w:tcW w:w="539" w:type="pct"/>
          </w:tcPr>
          <w:p w14:paraId="5A7ED89C" w14:textId="77777777" w:rsidR="004A099D" w:rsidRPr="00ED578D" w:rsidRDefault="004A099D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4359C145" w14:textId="77777777" w:rsidR="004A099D" w:rsidRPr="00ED578D" w:rsidRDefault="004A099D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4F48CCA9" w14:textId="02BA624C" w:rsidR="004A099D" w:rsidRPr="00ED578D" w:rsidRDefault="004A099D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099D" w:rsidRPr="00ED578D" w14:paraId="7234A2A1" w14:textId="77777777" w:rsidTr="006B0FA5">
        <w:trPr>
          <w:trHeight w:val="113"/>
        </w:trPr>
        <w:tc>
          <w:tcPr>
            <w:tcW w:w="2470" w:type="pct"/>
          </w:tcPr>
          <w:p w14:paraId="566EC892" w14:textId="0D6A42E5" w:rsidR="004A099D" w:rsidRPr="00ED578D" w:rsidRDefault="006B0FA5" w:rsidP="00B27C67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578D">
              <w:rPr>
                <w:rFonts w:ascii="Arial" w:hAnsi="Arial" w:cs="Arial"/>
                <w:color w:val="000000"/>
                <w:sz w:val="20"/>
                <w:szCs w:val="20"/>
              </w:rPr>
              <w:t>Motivační a zpětnovazební herní úkoly procvičuji pacienta v jeho vlastním skutečném rozsahu pohybu</w:t>
            </w:r>
          </w:p>
        </w:tc>
        <w:tc>
          <w:tcPr>
            <w:tcW w:w="539" w:type="pct"/>
          </w:tcPr>
          <w:p w14:paraId="731166EC" w14:textId="77777777" w:rsidR="004A099D" w:rsidRPr="00ED578D" w:rsidRDefault="004A099D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07D1448A" w14:textId="77777777" w:rsidR="004A099D" w:rsidRPr="00ED578D" w:rsidRDefault="004A099D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7DA65C6C" w14:textId="65584EBB" w:rsidR="004A099D" w:rsidRPr="00ED578D" w:rsidRDefault="004A099D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099D" w:rsidRPr="00ED578D" w14:paraId="1BB4C2A8" w14:textId="77777777" w:rsidTr="006B0FA5">
        <w:trPr>
          <w:trHeight w:val="113"/>
        </w:trPr>
        <w:tc>
          <w:tcPr>
            <w:tcW w:w="2470" w:type="pct"/>
          </w:tcPr>
          <w:p w14:paraId="684FDD04" w14:textId="7A7AFFB1" w:rsidR="004A099D" w:rsidRPr="00ED578D" w:rsidRDefault="006B0FA5" w:rsidP="00B27C67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578D">
              <w:rPr>
                <w:rFonts w:ascii="Arial" w:hAnsi="Arial" w:cs="Arial"/>
                <w:color w:val="000000"/>
                <w:sz w:val="20"/>
                <w:szCs w:val="20"/>
              </w:rPr>
              <w:t>Umožnění zpětné kontroly rozsahu pohybů pacienta a jejich vyhodnocení</w:t>
            </w:r>
          </w:p>
        </w:tc>
        <w:tc>
          <w:tcPr>
            <w:tcW w:w="539" w:type="pct"/>
          </w:tcPr>
          <w:p w14:paraId="5ADEDD42" w14:textId="77777777" w:rsidR="004A099D" w:rsidRPr="00ED578D" w:rsidRDefault="004A099D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46B46FCC" w14:textId="77777777" w:rsidR="004A099D" w:rsidRPr="00ED578D" w:rsidRDefault="004A099D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32DB2204" w14:textId="023F0521" w:rsidR="004A099D" w:rsidRPr="00ED578D" w:rsidRDefault="004A099D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0FA5" w:rsidRPr="00ED578D" w14:paraId="2731AB09" w14:textId="77777777" w:rsidTr="006B0FA5">
        <w:trPr>
          <w:trHeight w:val="113"/>
        </w:trPr>
        <w:tc>
          <w:tcPr>
            <w:tcW w:w="2470" w:type="pct"/>
          </w:tcPr>
          <w:p w14:paraId="009C5A49" w14:textId="766B32DA" w:rsidR="006B0FA5" w:rsidRPr="00ED578D" w:rsidRDefault="006B0FA5" w:rsidP="006B0FA5">
            <w:pPr>
              <w:spacing w:after="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D578D">
              <w:rPr>
                <w:rFonts w:ascii="Arial" w:hAnsi="Arial" w:cs="Arial"/>
                <w:color w:val="000000"/>
                <w:sz w:val="20"/>
                <w:szCs w:val="20"/>
              </w:rPr>
              <w:t>Systém umožňující izolované a kombinované cvičení lokte a ramene</w:t>
            </w:r>
          </w:p>
        </w:tc>
        <w:tc>
          <w:tcPr>
            <w:tcW w:w="539" w:type="pct"/>
          </w:tcPr>
          <w:p w14:paraId="09405F4A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7449B20A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05945947" w14:textId="1331B06B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0FA5" w:rsidRPr="00ED578D" w14:paraId="51F54460" w14:textId="77777777" w:rsidTr="006B0FA5">
        <w:trPr>
          <w:trHeight w:val="113"/>
        </w:trPr>
        <w:tc>
          <w:tcPr>
            <w:tcW w:w="2470" w:type="pct"/>
            <w:tcBorders>
              <w:top w:val="nil"/>
            </w:tcBorders>
          </w:tcPr>
          <w:p w14:paraId="377B36DF" w14:textId="10C52FE2" w:rsidR="006B0FA5" w:rsidRPr="00ED578D" w:rsidRDefault="006B0FA5" w:rsidP="006B0FA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D578D">
              <w:rPr>
                <w:rFonts w:ascii="Arial" w:hAnsi="Arial" w:cs="Arial"/>
                <w:color w:val="000000"/>
                <w:sz w:val="20"/>
                <w:szCs w:val="20"/>
              </w:rPr>
              <w:t>Možnost použití pro pediatrické pacienty</w:t>
            </w:r>
          </w:p>
        </w:tc>
        <w:tc>
          <w:tcPr>
            <w:tcW w:w="539" w:type="pct"/>
            <w:tcBorders>
              <w:top w:val="nil"/>
            </w:tcBorders>
          </w:tcPr>
          <w:p w14:paraId="0CF4ECDB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tcBorders>
              <w:top w:val="nil"/>
            </w:tcBorders>
          </w:tcPr>
          <w:p w14:paraId="18390399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  <w:tcBorders>
              <w:top w:val="nil"/>
            </w:tcBorders>
          </w:tcPr>
          <w:p w14:paraId="2B2F55A4" w14:textId="4A401A2D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0FA5" w:rsidRPr="00ED578D" w14:paraId="4ED5A59B" w14:textId="77777777" w:rsidTr="006B0FA5">
        <w:trPr>
          <w:trHeight w:val="113"/>
        </w:trPr>
        <w:tc>
          <w:tcPr>
            <w:tcW w:w="2470" w:type="pct"/>
          </w:tcPr>
          <w:p w14:paraId="494D01DF" w14:textId="5A11AAD9" w:rsidR="006B0FA5" w:rsidRPr="00ED578D" w:rsidRDefault="006B0FA5" w:rsidP="006B0FA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578D">
              <w:rPr>
                <w:rFonts w:ascii="Arial" w:hAnsi="Arial" w:cs="Arial"/>
                <w:color w:val="000000"/>
                <w:sz w:val="20"/>
                <w:szCs w:val="20"/>
              </w:rPr>
              <w:t xml:space="preserve">Připojení ortézy pomocí kabelu s USB portem </w:t>
            </w:r>
          </w:p>
        </w:tc>
        <w:tc>
          <w:tcPr>
            <w:tcW w:w="539" w:type="pct"/>
          </w:tcPr>
          <w:p w14:paraId="2A4DB08A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18BE9630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017A6086" w14:textId="5E4BB07D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0FA5" w:rsidRPr="00ED578D" w14:paraId="53235E14" w14:textId="77777777" w:rsidTr="006B0FA5">
        <w:trPr>
          <w:trHeight w:val="113"/>
        </w:trPr>
        <w:tc>
          <w:tcPr>
            <w:tcW w:w="2470" w:type="pct"/>
          </w:tcPr>
          <w:p w14:paraId="753F1C99" w14:textId="72D426E3" w:rsidR="006B0FA5" w:rsidRPr="00ED578D" w:rsidRDefault="006B0FA5" w:rsidP="006B0FA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578D">
              <w:rPr>
                <w:rFonts w:ascii="Arial" w:hAnsi="Arial" w:cs="Arial"/>
                <w:sz w:val="20"/>
                <w:szCs w:val="20"/>
              </w:rPr>
              <w:t>Vestavěný omezovač rozsahu pohybu</w:t>
            </w:r>
          </w:p>
        </w:tc>
        <w:tc>
          <w:tcPr>
            <w:tcW w:w="539" w:type="pct"/>
          </w:tcPr>
          <w:p w14:paraId="11391777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70B4E769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5645E9B3" w14:textId="62945CB1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0FA5" w:rsidRPr="00ED578D" w14:paraId="69439816" w14:textId="77777777" w:rsidTr="006B0FA5">
        <w:trPr>
          <w:trHeight w:val="113"/>
        </w:trPr>
        <w:tc>
          <w:tcPr>
            <w:tcW w:w="2470" w:type="pct"/>
          </w:tcPr>
          <w:p w14:paraId="0EDD0E3E" w14:textId="4FE4CD6C" w:rsidR="006B0FA5" w:rsidRPr="00ED578D" w:rsidRDefault="006B0FA5" w:rsidP="006B0FA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578D">
              <w:rPr>
                <w:rFonts w:ascii="Arial" w:hAnsi="Arial" w:cs="Arial"/>
                <w:sz w:val="20"/>
                <w:szCs w:val="20"/>
              </w:rPr>
              <w:t>Usnadnění izolovaného a kombinovaného cvičení ramene a lokte</w:t>
            </w:r>
          </w:p>
        </w:tc>
        <w:tc>
          <w:tcPr>
            <w:tcW w:w="539" w:type="pct"/>
          </w:tcPr>
          <w:p w14:paraId="5178265B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1D79F97E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096455FE" w14:textId="671EA3AC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0FA5" w:rsidRPr="00ED578D" w14:paraId="5FA8E216" w14:textId="77777777" w:rsidTr="006B0FA5">
        <w:trPr>
          <w:trHeight w:val="113"/>
        </w:trPr>
        <w:tc>
          <w:tcPr>
            <w:tcW w:w="2470" w:type="pct"/>
          </w:tcPr>
          <w:p w14:paraId="612E6147" w14:textId="21D41617" w:rsidR="006B0FA5" w:rsidRPr="00ED578D" w:rsidRDefault="006B0FA5" w:rsidP="006B0FA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578D">
              <w:rPr>
                <w:rFonts w:ascii="Arial" w:hAnsi="Arial" w:cs="Arial"/>
                <w:sz w:val="20"/>
                <w:szCs w:val="20"/>
              </w:rPr>
              <w:lastRenderedPageBreak/>
              <w:t xml:space="preserve">Maximální rozsah pohybu ortézy pro loketní kloub: </w:t>
            </w:r>
            <w:proofErr w:type="spellStart"/>
            <w:r w:rsidRPr="00ED578D">
              <w:rPr>
                <w:rFonts w:ascii="Arial" w:hAnsi="Arial" w:cs="Arial"/>
                <w:sz w:val="20"/>
                <w:szCs w:val="20"/>
              </w:rPr>
              <w:t>ext</w:t>
            </w:r>
            <w:proofErr w:type="spellEnd"/>
            <w:r w:rsidRPr="00ED578D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ED578D">
              <w:rPr>
                <w:rFonts w:ascii="Arial" w:hAnsi="Arial" w:cs="Arial"/>
                <w:sz w:val="20"/>
                <w:szCs w:val="20"/>
              </w:rPr>
              <w:t>flx</w:t>
            </w:r>
            <w:proofErr w:type="spellEnd"/>
            <w:r w:rsidRPr="00ED578D">
              <w:rPr>
                <w:rFonts w:ascii="Arial" w:hAnsi="Arial" w:cs="Arial"/>
                <w:sz w:val="20"/>
                <w:szCs w:val="20"/>
              </w:rPr>
              <w:t xml:space="preserve"> 0°-120°</w:t>
            </w:r>
          </w:p>
        </w:tc>
        <w:tc>
          <w:tcPr>
            <w:tcW w:w="539" w:type="pct"/>
          </w:tcPr>
          <w:p w14:paraId="4B56C01A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21D08230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5A148115" w14:textId="6B6521D9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0FA5" w:rsidRPr="00ED578D" w14:paraId="2603AD58" w14:textId="77777777" w:rsidTr="006B0FA5">
        <w:trPr>
          <w:trHeight w:val="113"/>
        </w:trPr>
        <w:tc>
          <w:tcPr>
            <w:tcW w:w="2470" w:type="pct"/>
          </w:tcPr>
          <w:p w14:paraId="6CF64F90" w14:textId="606046F9" w:rsidR="006B0FA5" w:rsidRPr="00ED578D" w:rsidRDefault="006B0FA5" w:rsidP="006B0FA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578D">
              <w:rPr>
                <w:rFonts w:ascii="Arial" w:hAnsi="Arial" w:cs="Arial"/>
                <w:color w:val="000000"/>
                <w:sz w:val="20"/>
                <w:szCs w:val="20"/>
              </w:rPr>
              <w:t>Software pro instalaci do PC</w:t>
            </w:r>
          </w:p>
        </w:tc>
        <w:tc>
          <w:tcPr>
            <w:tcW w:w="539" w:type="pct"/>
          </w:tcPr>
          <w:p w14:paraId="405744E5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60D1FE97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6EFAC926" w14:textId="571F24C2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0FA5" w:rsidRPr="00ED578D" w14:paraId="68D05EF3" w14:textId="77777777" w:rsidTr="006B0FA5">
        <w:trPr>
          <w:trHeight w:val="113"/>
        </w:trPr>
        <w:tc>
          <w:tcPr>
            <w:tcW w:w="2470" w:type="pct"/>
          </w:tcPr>
          <w:p w14:paraId="761DCA3A" w14:textId="688F9765" w:rsidR="006B0FA5" w:rsidRPr="00ED578D" w:rsidRDefault="006B0FA5" w:rsidP="006B0FA5">
            <w:pPr>
              <w:tabs>
                <w:tab w:val="left" w:pos="1290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578D">
              <w:rPr>
                <w:rFonts w:ascii="Arial" w:hAnsi="Arial" w:cs="Arial"/>
                <w:color w:val="000000"/>
                <w:sz w:val="20"/>
                <w:szCs w:val="20"/>
              </w:rPr>
              <w:t>PC-Notebook</w:t>
            </w:r>
          </w:p>
        </w:tc>
        <w:tc>
          <w:tcPr>
            <w:tcW w:w="539" w:type="pct"/>
          </w:tcPr>
          <w:p w14:paraId="6FE41B4A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4E0E15FC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1CF7C86A" w14:textId="7320D812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099D" w:rsidRPr="00ED578D" w14:paraId="73A61909" w14:textId="77777777" w:rsidTr="006760F4">
        <w:trPr>
          <w:trHeight w:val="113"/>
        </w:trPr>
        <w:tc>
          <w:tcPr>
            <w:tcW w:w="5000" w:type="pct"/>
            <w:gridSpan w:val="4"/>
            <w:shd w:val="clear" w:color="auto" w:fill="CCEDFF" w:themeFill="accent1" w:themeFillTint="33"/>
          </w:tcPr>
          <w:p w14:paraId="1B9664CF" w14:textId="33C0ABD8" w:rsidR="004A099D" w:rsidRPr="00ED578D" w:rsidRDefault="004A099D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D578D">
              <w:rPr>
                <w:rFonts w:ascii="Arial" w:hAnsi="Arial" w:cs="Arial"/>
                <w:b/>
                <w:bCs/>
                <w:sz w:val="20"/>
                <w:szCs w:val="20"/>
              </w:rPr>
              <w:t>Komponent</w:t>
            </w:r>
            <w:r w:rsidR="008A35E2" w:rsidRPr="00ED578D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="006B0FA5" w:rsidRPr="00ED57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pro cvičení ruky</w:t>
            </w:r>
            <w:r w:rsidRPr="00ED578D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4A099D" w:rsidRPr="00ED578D" w14:paraId="320F7CB6" w14:textId="77777777" w:rsidTr="006B0FA5">
        <w:trPr>
          <w:trHeight w:val="113"/>
        </w:trPr>
        <w:tc>
          <w:tcPr>
            <w:tcW w:w="2470" w:type="pct"/>
          </w:tcPr>
          <w:p w14:paraId="461B652E" w14:textId="546716A9" w:rsidR="004A099D" w:rsidRPr="00ED578D" w:rsidRDefault="006B0FA5" w:rsidP="006B0FA5">
            <w:pPr>
              <w:snapToGrid w:val="0"/>
              <w:spacing w:after="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578D">
              <w:rPr>
                <w:rFonts w:ascii="Arial" w:hAnsi="Arial" w:cs="Arial"/>
                <w:sz w:val="20"/>
                <w:szCs w:val="20"/>
              </w:rPr>
              <w:t>Bezpečné a komfortní cvičební rukavice se senzory zaznamenávajícími pozici a pohyb jednotlivých prstů a zápěstí</w:t>
            </w:r>
          </w:p>
        </w:tc>
        <w:tc>
          <w:tcPr>
            <w:tcW w:w="539" w:type="pct"/>
          </w:tcPr>
          <w:p w14:paraId="240579BE" w14:textId="77777777" w:rsidR="004A099D" w:rsidRPr="00ED578D" w:rsidRDefault="004A099D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7711E531" w14:textId="77777777" w:rsidR="004A099D" w:rsidRPr="00ED578D" w:rsidRDefault="004A099D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011C344F" w14:textId="4B7F8B5A" w:rsidR="004A099D" w:rsidRPr="00ED578D" w:rsidRDefault="004A099D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0FA5" w:rsidRPr="00ED578D" w14:paraId="6D7D103C" w14:textId="77777777" w:rsidTr="006B0FA5">
        <w:trPr>
          <w:trHeight w:val="113"/>
        </w:trPr>
        <w:tc>
          <w:tcPr>
            <w:tcW w:w="2470" w:type="pct"/>
          </w:tcPr>
          <w:p w14:paraId="17302CEF" w14:textId="068A242E" w:rsidR="006B0FA5" w:rsidRPr="00ED578D" w:rsidRDefault="006B0FA5" w:rsidP="006B0F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578D">
              <w:rPr>
                <w:rFonts w:ascii="Arial" w:hAnsi="Arial" w:cs="Arial"/>
                <w:color w:val="000000"/>
                <w:sz w:val="20"/>
                <w:szCs w:val="20"/>
              </w:rPr>
              <w:t>Poziční a rychlostní senzory jednotlivých prstů a zápěstí</w:t>
            </w:r>
          </w:p>
        </w:tc>
        <w:tc>
          <w:tcPr>
            <w:tcW w:w="539" w:type="pct"/>
          </w:tcPr>
          <w:p w14:paraId="2E38917F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032ECDAB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4B328DF7" w14:textId="04927F6B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0FA5" w:rsidRPr="00ED578D" w14:paraId="345A6B43" w14:textId="77777777" w:rsidTr="006B0FA5">
        <w:trPr>
          <w:trHeight w:val="113"/>
        </w:trPr>
        <w:tc>
          <w:tcPr>
            <w:tcW w:w="2470" w:type="pct"/>
            <w:tcBorders>
              <w:bottom w:val="single" w:sz="4" w:space="0" w:color="auto"/>
            </w:tcBorders>
          </w:tcPr>
          <w:p w14:paraId="71E4CBAC" w14:textId="7C9AA058" w:rsidR="006B0FA5" w:rsidRPr="00ED578D" w:rsidRDefault="006B0FA5" w:rsidP="006B0F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578D">
              <w:rPr>
                <w:rFonts w:ascii="Arial" w:hAnsi="Arial" w:cs="Arial"/>
                <w:color w:val="000000"/>
                <w:sz w:val="20"/>
                <w:szCs w:val="20"/>
              </w:rPr>
              <w:t>Měření skutečného rozsahu pohybu pacienta</w:t>
            </w: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14:paraId="71668BAE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tcBorders>
              <w:bottom w:val="single" w:sz="4" w:space="0" w:color="auto"/>
            </w:tcBorders>
          </w:tcPr>
          <w:p w14:paraId="2804008F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  <w:tcBorders>
              <w:bottom w:val="single" w:sz="4" w:space="0" w:color="auto"/>
            </w:tcBorders>
          </w:tcPr>
          <w:p w14:paraId="06097858" w14:textId="3594C98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0FA5" w:rsidRPr="00ED578D" w14:paraId="05683D12" w14:textId="77777777" w:rsidTr="006B0FA5">
        <w:trPr>
          <w:trHeight w:val="113"/>
        </w:trPr>
        <w:tc>
          <w:tcPr>
            <w:tcW w:w="2470" w:type="pct"/>
            <w:tcBorders>
              <w:right w:val="single" w:sz="4" w:space="0" w:color="auto"/>
            </w:tcBorders>
          </w:tcPr>
          <w:p w14:paraId="0BD1B206" w14:textId="5306538B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D578D">
              <w:rPr>
                <w:rFonts w:ascii="Arial" w:hAnsi="Arial" w:cs="Arial"/>
                <w:color w:val="000000"/>
                <w:sz w:val="20"/>
                <w:szCs w:val="20"/>
              </w:rPr>
              <w:t>Motivační a zpětnovazební herní úkoly</w:t>
            </w:r>
          </w:p>
        </w:tc>
        <w:tc>
          <w:tcPr>
            <w:tcW w:w="539" w:type="pct"/>
            <w:tcBorders>
              <w:right w:val="single" w:sz="4" w:space="0" w:color="auto"/>
            </w:tcBorders>
          </w:tcPr>
          <w:p w14:paraId="06A74B01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6C416292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  <w:tcBorders>
              <w:right w:val="single" w:sz="4" w:space="0" w:color="auto"/>
            </w:tcBorders>
          </w:tcPr>
          <w:p w14:paraId="5AF50907" w14:textId="3C96477D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0FA5" w:rsidRPr="00ED578D" w14:paraId="5D5AB2CA" w14:textId="77777777" w:rsidTr="006B0FA5">
        <w:trPr>
          <w:trHeight w:val="113"/>
        </w:trPr>
        <w:tc>
          <w:tcPr>
            <w:tcW w:w="2470" w:type="pct"/>
          </w:tcPr>
          <w:p w14:paraId="0AFB81C2" w14:textId="34BFD3D6" w:rsidR="006B0FA5" w:rsidRPr="00ED578D" w:rsidRDefault="006B0FA5" w:rsidP="006B0F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578D">
              <w:rPr>
                <w:rFonts w:ascii="Arial" w:hAnsi="Arial" w:cs="Arial"/>
                <w:color w:val="000000"/>
                <w:sz w:val="20"/>
                <w:szCs w:val="20"/>
              </w:rPr>
              <w:t>Možnost kontroly rychlosti a preciznosti pohybů</w:t>
            </w:r>
            <w:r w:rsidRPr="00ED578D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539" w:type="pct"/>
          </w:tcPr>
          <w:p w14:paraId="6DAD9503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037F31D0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373A945E" w14:textId="236F64EA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0FA5" w:rsidRPr="00ED578D" w14:paraId="21E1754B" w14:textId="77777777" w:rsidTr="006B0FA5">
        <w:trPr>
          <w:trHeight w:val="113"/>
        </w:trPr>
        <w:tc>
          <w:tcPr>
            <w:tcW w:w="2470" w:type="pct"/>
          </w:tcPr>
          <w:p w14:paraId="7B89C4A6" w14:textId="3E2E9880" w:rsidR="006B0FA5" w:rsidRPr="00ED578D" w:rsidRDefault="006B0FA5" w:rsidP="006B0F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578D">
              <w:rPr>
                <w:rFonts w:ascii="Arial" w:hAnsi="Arial" w:cs="Arial"/>
                <w:color w:val="000000"/>
                <w:sz w:val="20"/>
                <w:szCs w:val="20"/>
              </w:rPr>
              <w:t>Možnost procvičování opozice palce a nácvik špetky</w:t>
            </w:r>
          </w:p>
        </w:tc>
        <w:tc>
          <w:tcPr>
            <w:tcW w:w="539" w:type="pct"/>
          </w:tcPr>
          <w:p w14:paraId="6F4A0944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  <w:tcBorders>
              <w:right w:val="single" w:sz="4" w:space="0" w:color="auto"/>
            </w:tcBorders>
          </w:tcPr>
          <w:p w14:paraId="332E2147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  <w:tcBorders>
              <w:left w:val="single" w:sz="4" w:space="0" w:color="auto"/>
            </w:tcBorders>
          </w:tcPr>
          <w:p w14:paraId="06526460" w14:textId="41A6B302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0FA5" w:rsidRPr="00ED578D" w14:paraId="2B212C0D" w14:textId="77777777" w:rsidTr="006B0FA5">
        <w:trPr>
          <w:trHeight w:val="113"/>
        </w:trPr>
        <w:tc>
          <w:tcPr>
            <w:tcW w:w="2470" w:type="pct"/>
          </w:tcPr>
          <w:p w14:paraId="615D7D7C" w14:textId="1C9D4596" w:rsidR="006B0FA5" w:rsidRPr="00ED578D" w:rsidRDefault="006B0FA5" w:rsidP="006B0F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578D">
              <w:rPr>
                <w:rFonts w:ascii="Arial" w:hAnsi="Arial" w:cs="Arial"/>
                <w:color w:val="000000"/>
                <w:sz w:val="20"/>
                <w:szCs w:val="20"/>
              </w:rPr>
              <w:t>Systém umožňující cvičení jednotlivých kloubů a skupin kloubů prstů a zápěstí</w:t>
            </w:r>
          </w:p>
        </w:tc>
        <w:tc>
          <w:tcPr>
            <w:tcW w:w="539" w:type="pct"/>
          </w:tcPr>
          <w:p w14:paraId="5AA3E393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4BCD8AA7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5C5E5CF6" w14:textId="0BBF7A90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0FA5" w:rsidRPr="00ED578D" w14:paraId="46323189" w14:textId="77777777" w:rsidTr="006B0FA5">
        <w:trPr>
          <w:trHeight w:val="113"/>
        </w:trPr>
        <w:tc>
          <w:tcPr>
            <w:tcW w:w="2470" w:type="pct"/>
          </w:tcPr>
          <w:p w14:paraId="5B291D5A" w14:textId="58835239" w:rsidR="006B0FA5" w:rsidRPr="00ED578D" w:rsidRDefault="006B0FA5" w:rsidP="006B0F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578D">
              <w:rPr>
                <w:rFonts w:ascii="Arial" w:hAnsi="Arial" w:cs="Arial"/>
                <w:color w:val="000000"/>
                <w:sz w:val="20"/>
                <w:szCs w:val="20"/>
              </w:rPr>
              <w:t>Cvičení rozsahu flexe, extenze zápěstí a flexe, extenze prstů</w:t>
            </w:r>
          </w:p>
        </w:tc>
        <w:tc>
          <w:tcPr>
            <w:tcW w:w="539" w:type="pct"/>
          </w:tcPr>
          <w:p w14:paraId="5357D9B0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6C472687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009DF0F9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0FA5" w:rsidRPr="00ED578D" w14:paraId="32CFA583" w14:textId="77777777" w:rsidTr="006B0FA5">
        <w:trPr>
          <w:trHeight w:val="113"/>
        </w:trPr>
        <w:tc>
          <w:tcPr>
            <w:tcW w:w="2470" w:type="pct"/>
          </w:tcPr>
          <w:p w14:paraId="32A3AAAB" w14:textId="657E467F" w:rsidR="006B0FA5" w:rsidRPr="00ED578D" w:rsidRDefault="006B0FA5" w:rsidP="006B0F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578D">
              <w:rPr>
                <w:rFonts w:ascii="Arial" w:hAnsi="Arial" w:cs="Arial"/>
                <w:color w:val="000000"/>
                <w:sz w:val="20"/>
                <w:szCs w:val="20"/>
              </w:rPr>
              <w:t>Umožnění zpětné kontroly rozsahu pohybů pacienta a jejich vyhodnocení</w:t>
            </w:r>
          </w:p>
        </w:tc>
        <w:tc>
          <w:tcPr>
            <w:tcW w:w="539" w:type="pct"/>
          </w:tcPr>
          <w:p w14:paraId="4BD72196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50F2E090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17304B91" w14:textId="274D062E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0FA5" w:rsidRPr="00ED578D" w14:paraId="653D894F" w14:textId="77777777" w:rsidTr="006B0FA5">
        <w:trPr>
          <w:trHeight w:val="113"/>
        </w:trPr>
        <w:tc>
          <w:tcPr>
            <w:tcW w:w="2470" w:type="pct"/>
          </w:tcPr>
          <w:p w14:paraId="6872210C" w14:textId="6BDD8BAA" w:rsidR="006B0FA5" w:rsidRPr="00ED578D" w:rsidRDefault="008A35E2" w:rsidP="006B0F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578D">
              <w:rPr>
                <w:rFonts w:ascii="Arial" w:hAnsi="Arial" w:cs="Arial"/>
                <w:color w:val="000000"/>
                <w:sz w:val="20"/>
                <w:szCs w:val="20"/>
              </w:rPr>
              <w:t>Možnost k</w:t>
            </w:r>
            <w:r w:rsidR="006B0FA5" w:rsidRPr="00ED578D">
              <w:rPr>
                <w:rFonts w:ascii="Arial" w:hAnsi="Arial" w:cs="Arial"/>
                <w:color w:val="000000"/>
                <w:sz w:val="20"/>
                <w:szCs w:val="20"/>
              </w:rPr>
              <w:t>ontrol</w:t>
            </w:r>
            <w:r w:rsidRPr="00ED578D"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 w:rsidR="006B0FA5" w:rsidRPr="00ED578D">
              <w:rPr>
                <w:rFonts w:ascii="Arial" w:hAnsi="Arial" w:cs="Arial"/>
                <w:color w:val="000000"/>
                <w:sz w:val="20"/>
                <w:szCs w:val="20"/>
              </w:rPr>
              <w:t xml:space="preserve"> pacienta na dálku přes </w:t>
            </w:r>
            <w:proofErr w:type="spellStart"/>
            <w:r w:rsidR="006B0FA5" w:rsidRPr="00ED578D">
              <w:rPr>
                <w:rFonts w:ascii="Arial" w:hAnsi="Arial" w:cs="Arial"/>
                <w:color w:val="000000"/>
                <w:sz w:val="20"/>
                <w:szCs w:val="20"/>
              </w:rPr>
              <w:t>telerehabilitaci</w:t>
            </w:r>
            <w:proofErr w:type="spellEnd"/>
          </w:p>
        </w:tc>
        <w:tc>
          <w:tcPr>
            <w:tcW w:w="539" w:type="pct"/>
          </w:tcPr>
          <w:p w14:paraId="7D6AB122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011A5526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6A414694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0FA5" w:rsidRPr="00ED578D" w14:paraId="66D58CE6" w14:textId="77777777" w:rsidTr="006B0FA5">
        <w:trPr>
          <w:trHeight w:val="113"/>
        </w:trPr>
        <w:tc>
          <w:tcPr>
            <w:tcW w:w="2470" w:type="pct"/>
          </w:tcPr>
          <w:p w14:paraId="630D5007" w14:textId="54E349BD" w:rsidR="006B0FA5" w:rsidRPr="00ED578D" w:rsidRDefault="008A35E2" w:rsidP="006B0FA5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D578D">
              <w:rPr>
                <w:rFonts w:ascii="Arial" w:hAnsi="Arial" w:cs="Arial"/>
                <w:color w:val="000000"/>
                <w:sz w:val="20"/>
                <w:szCs w:val="20"/>
              </w:rPr>
              <w:t>Možnost použití</w:t>
            </w:r>
            <w:r w:rsidR="006B0FA5" w:rsidRPr="00ED578D">
              <w:rPr>
                <w:rFonts w:ascii="Arial" w:hAnsi="Arial" w:cs="Arial"/>
                <w:color w:val="000000"/>
                <w:sz w:val="20"/>
                <w:szCs w:val="20"/>
              </w:rPr>
              <w:t xml:space="preserve"> i pro pediatrické pacienty</w:t>
            </w:r>
          </w:p>
        </w:tc>
        <w:tc>
          <w:tcPr>
            <w:tcW w:w="539" w:type="pct"/>
          </w:tcPr>
          <w:p w14:paraId="10C41AA7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0F653214" w14:textId="7777777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4E3F20AE" w14:textId="109DC397" w:rsidR="006B0FA5" w:rsidRPr="00ED578D" w:rsidRDefault="006B0FA5" w:rsidP="006B0FA5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35E2" w:rsidRPr="00ED578D" w14:paraId="1219F0CA" w14:textId="77777777" w:rsidTr="006B0FA5">
        <w:trPr>
          <w:trHeight w:val="113"/>
        </w:trPr>
        <w:tc>
          <w:tcPr>
            <w:tcW w:w="2470" w:type="pct"/>
          </w:tcPr>
          <w:p w14:paraId="6048D6DA" w14:textId="7F63185C" w:rsidR="008A35E2" w:rsidRPr="00ED578D" w:rsidRDefault="008A35E2" w:rsidP="008A35E2">
            <w:pPr>
              <w:snapToGrid w:val="0"/>
              <w:spacing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78D">
              <w:rPr>
                <w:rFonts w:ascii="Arial" w:hAnsi="Arial" w:cs="Arial"/>
                <w:sz w:val="20"/>
                <w:szCs w:val="20"/>
              </w:rPr>
              <w:t>Velikost rukavic: 1-5 pro levou ruku, 1-5 pro pravou ruku (velikosti pokrývají 98% populace)</w:t>
            </w:r>
          </w:p>
        </w:tc>
        <w:tc>
          <w:tcPr>
            <w:tcW w:w="539" w:type="pct"/>
          </w:tcPr>
          <w:p w14:paraId="65674E1F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472CEECD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21D20BC3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35E2" w:rsidRPr="00ED578D" w14:paraId="08571D79" w14:textId="77777777" w:rsidTr="006B0FA5">
        <w:trPr>
          <w:trHeight w:val="113"/>
        </w:trPr>
        <w:tc>
          <w:tcPr>
            <w:tcW w:w="2470" w:type="pct"/>
          </w:tcPr>
          <w:p w14:paraId="06768B40" w14:textId="17AA8D8A" w:rsidR="008A35E2" w:rsidRPr="00ED578D" w:rsidRDefault="008A35E2" w:rsidP="008A35E2">
            <w:pPr>
              <w:snapToGrid w:val="0"/>
              <w:spacing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78D">
              <w:rPr>
                <w:rFonts w:ascii="Arial" w:hAnsi="Arial" w:cs="Arial"/>
                <w:sz w:val="20"/>
                <w:szCs w:val="20"/>
              </w:rPr>
              <w:t xml:space="preserve">Materiál rukavice: neopren a </w:t>
            </w:r>
            <w:proofErr w:type="spellStart"/>
            <w:r w:rsidRPr="00ED578D">
              <w:rPr>
                <w:rFonts w:ascii="Arial" w:hAnsi="Arial" w:cs="Arial"/>
                <w:sz w:val="20"/>
                <w:szCs w:val="20"/>
              </w:rPr>
              <w:t>spandex</w:t>
            </w:r>
            <w:proofErr w:type="spellEnd"/>
          </w:p>
        </w:tc>
        <w:tc>
          <w:tcPr>
            <w:tcW w:w="539" w:type="pct"/>
          </w:tcPr>
          <w:p w14:paraId="0CC8D019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0EE40B41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5D906A9E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35E2" w:rsidRPr="00ED578D" w14:paraId="3237DF65" w14:textId="77777777" w:rsidTr="006B0FA5">
        <w:trPr>
          <w:trHeight w:val="113"/>
        </w:trPr>
        <w:tc>
          <w:tcPr>
            <w:tcW w:w="2470" w:type="pct"/>
          </w:tcPr>
          <w:p w14:paraId="2108DF4B" w14:textId="0504B463" w:rsidR="008A35E2" w:rsidRPr="00ED578D" w:rsidRDefault="008A35E2" w:rsidP="008A35E2">
            <w:pPr>
              <w:snapToGrid w:val="0"/>
              <w:spacing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78D">
              <w:rPr>
                <w:rFonts w:ascii="Arial" w:hAnsi="Arial" w:cs="Arial"/>
                <w:color w:val="000000"/>
                <w:sz w:val="20"/>
                <w:szCs w:val="20"/>
              </w:rPr>
              <w:t>Připojení ortézy pomocí kabelu s USB portem</w:t>
            </w:r>
          </w:p>
        </w:tc>
        <w:tc>
          <w:tcPr>
            <w:tcW w:w="539" w:type="pct"/>
          </w:tcPr>
          <w:p w14:paraId="6C6B08D9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613F6D68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5955234B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35E2" w:rsidRPr="00ED578D" w14:paraId="05CED785" w14:textId="77777777" w:rsidTr="006B0FA5">
        <w:trPr>
          <w:trHeight w:val="113"/>
        </w:trPr>
        <w:tc>
          <w:tcPr>
            <w:tcW w:w="2470" w:type="pct"/>
          </w:tcPr>
          <w:p w14:paraId="539846C2" w14:textId="496A4BEC" w:rsidR="008A35E2" w:rsidRPr="00ED578D" w:rsidRDefault="008A35E2" w:rsidP="008A35E2">
            <w:pPr>
              <w:snapToGrid w:val="0"/>
              <w:spacing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78D">
              <w:rPr>
                <w:rFonts w:ascii="Arial" w:hAnsi="Arial" w:cs="Arial"/>
                <w:color w:val="000000"/>
                <w:sz w:val="20"/>
                <w:szCs w:val="20"/>
              </w:rPr>
              <w:t>Software pro instalaci do PC</w:t>
            </w:r>
          </w:p>
        </w:tc>
        <w:tc>
          <w:tcPr>
            <w:tcW w:w="539" w:type="pct"/>
          </w:tcPr>
          <w:p w14:paraId="13DF6C27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7D44C851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52C5B573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35E2" w:rsidRPr="00ED578D" w14:paraId="293E5FF6" w14:textId="77777777" w:rsidTr="006B0FA5">
        <w:trPr>
          <w:trHeight w:val="113"/>
        </w:trPr>
        <w:tc>
          <w:tcPr>
            <w:tcW w:w="2470" w:type="pct"/>
          </w:tcPr>
          <w:p w14:paraId="73ED19FD" w14:textId="0DEF662B" w:rsidR="008A35E2" w:rsidRPr="00ED578D" w:rsidRDefault="008A35E2" w:rsidP="008A35E2">
            <w:pPr>
              <w:snapToGrid w:val="0"/>
              <w:spacing w:after="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D578D">
              <w:rPr>
                <w:rFonts w:ascii="Arial" w:hAnsi="Arial" w:cs="Arial"/>
                <w:color w:val="000000"/>
                <w:sz w:val="20"/>
                <w:szCs w:val="20"/>
              </w:rPr>
              <w:t>PC-Notebook</w:t>
            </w:r>
          </w:p>
        </w:tc>
        <w:tc>
          <w:tcPr>
            <w:tcW w:w="539" w:type="pct"/>
          </w:tcPr>
          <w:p w14:paraId="6A0AF97E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421236E8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4FD13DD8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099D" w:rsidRPr="00ED578D" w14:paraId="5DC9114C" w14:textId="77777777" w:rsidTr="006760F4">
        <w:trPr>
          <w:trHeight w:val="113"/>
        </w:trPr>
        <w:tc>
          <w:tcPr>
            <w:tcW w:w="5000" w:type="pct"/>
            <w:gridSpan w:val="4"/>
            <w:shd w:val="clear" w:color="auto" w:fill="CCEDFF" w:themeFill="accent1" w:themeFillTint="33"/>
          </w:tcPr>
          <w:p w14:paraId="298B3DA8" w14:textId="0C97B9D4" w:rsidR="004A099D" w:rsidRPr="00ED578D" w:rsidRDefault="004A099D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ED578D">
              <w:rPr>
                <w:rFonts w:ascii="Arial" w:hAnsi="Arial" w:cs="Arial"/>
                <w:b/>
                <w:bCs/>
                <w:sz w:val="20"/>
                <w:szCs w:val="20"/>
              </w:rPr>
              <w:t>Komponenty</w:t>
            </w:r>
            <w:r w:rsidR="008A35E2" w:rsidRPr="00ED57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pro cvičení kloubů hlavy trupu, horních a dolních končetin</w:t>
            </w:r>
            <w:r w:rsidRPr="00ED578D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4A099D" w:rsidRPr="00ED578D" w14:paraId="66DFDE34" w14:textId="77777777" w:rsidTr="006B0FA5">
        <w:trPr>
          <w:trHeight w:val="113"/>
        </w:trPr>
        <w:tc>
          <w:tcPr>
            <w:tcW w:w="2470" w:type="pct"/>
          </w:tcPr>
          <w:p w14:paraId="05A98474" w14:textId="5D59C591" w:rsidR="004A099D" w:rsidRPr="00ED578D" w:rsidRDefault="008A35E2" w:rsidP="00ED578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ED578D">
              <w:rPr>
                <w:rFonts w:ascii="Arial" w:hAnsi="Arial" w:cs="Arial"/>
                <w:sz w:val="20"/>
                <w:szCs w:val="20"/>
              </w:rPr>
              <w:t>Bezdrátové zpětnovazební cvičební zařízení, které lze použít na izolovaných kloubech hlavy, trupu, horních a dolních končetinách</w:t>
            </w:r>
          </w:p>
        </w:tc>
        <w:tc>
          <w:tcPr>
            <w:tcW w:w="539" w:type="pct"/>
          </w:tcPr>
          <w:p w14:paraId="534B0292" w14:textId="77777777" w:rsidR="004A099D" w:rsidRPr="00ED578D" w:rsidRDefault="004A099D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4807994D" w14:textId="77777777" w:rsidR="004A099D" w:rsidRPr="00ED578D" w:rsidRDefault="004A099D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7FAE9039" w14:textId="08E4AE83" w:rsidR="004A099D" w:rsidRPr="00ED578D" w:rsidRDefault="004A099D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35E2" w:rsidRPr="00ED578D" w14:paraId="7EBB1A5B" w14:textId="77777777" w:rsidTr="006B0FA5">
        <w:trPr>
          <w:trHeight w:val="113"/>
        </w:trPr>
        <w:tc>
          <w:tcPr>
            <w:tcW w:w="2470" w:type="pct"/>
          </w:tcPr>
          <w:p w14:paraId="355C68B4" w14:textId="4F0AC34F" w:rsidR="008A35E2" w:rsidRPr="00ED578D" w:rsidRDefault="008A35E2" w:rsidP="008A35E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D578D">
              <w:rPr>
                <w:rFonts w:ascii="Arial" w:hAnsi="Arial" w:cs="Arial"/>
                <w:sz w:val="20"/>
                <w:szCs w:val="20"/>
              </w:rPr>
              <w:lastRenderedPageBreak/>
              <w:t>Procvičení v rozsahu 360°</w:t>
            </w:r>
          </w:p>
        </w:tc>
        <w:tc>
          <w:tcPr>
            <w:tcW w:w="539" w:type="pct"/>
          </w:tcPr>
          <w:p w14:paraId="352985E0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645DE172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1501BCF7" w14:textId="66910446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35E2" w:rsidRPr="00ED578D" w14:paraId="3CD97ED3" w14:textId="77777777" w:rsidTr="006B0FA5">
        <w:trPr>
          <w:trHeight w:val="113"/>
        </w:trPr>
        <w:tc>
          <w:tcPr>
            <w:tcW w:w="2470" w:type="pct"/>
          </w:tcPr>
          <w:p w14:paraId="6AEF11F6" w14:textId="6AF39207" w:rsidR="008A35E2" w:rsidRPr="00ED578D" w:rsidRDefault="008A35E2" w:rsidP="008A35E2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D578D">
              <w:rPr>
                <w:rFonts w:ascii="Arial" w:hAnsi="Arial" w:cs="Arial"/>
                <w:sz w:val="20"/>
                <w:szCs w:val="20"/>
              </w:rPr>
              <w:t>Cvičení v rozsahu flexí, extenzí, supinací, pronací, abdukcí a addukcí, rotací</w:t>
            </w:r>
          </w:p>
        </w:tc>
        <w:tc>
          <w:tcPr>
            <w:tcW w:w="539" w:type="pct"/>
          </w:tcPr>
          <w:p w14:paraId="709102C6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657086AF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0624623D" w14:textId="009EC176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35E2" w:rsidRPr="00ED578D" w14:paraId="27099AAA" w14:textId="77777777" w:rsidTr="006B0FA5">
        <w:trPr>
          <w:trHeight w:val="113"/>
        </w:trPr>
        <w:tc>
          <w:tcPr>
            <w:tcW w:w="2470" w:type="pct"/>
          </w:tcPr>
          <w:p w14:paraId="7EE3351F" w14:textId="1D35F8B4" w:rsidR="008A35E2" w:rsidRPr="00ED578D" w:rsidRDefault="008A35E2" w:rsidP="008A35E2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D578D">
              <w:rPr>
                <w:rFonts w:ascii="Arial" w:hAnsi="Arial" w:cs="Arial"/>
                <w:color w:val="000000"/>
                <w:sz w:val="20"/>
                <w:szCs w:val="20"/>
              </w:rPr>
              <w:t>Motivační a zpětnovazební herní úkoly procvičují pacienta v jeho vlastním</w:t>
            </w:r>
            <w:r w:rsidRPr="00ED578D">
              <w:rPr>
                <w:rFonts w:ascii="Arial" w:hAnsi="Arial" w:cs="Arial"/>
                <w:sz w:val="20"/>
                <w:szCs w:val="20"/>
              </w:rPr>
              <w:t xml:space="preserve"> s</w:t>
            </w:r>
            <w:r w:rsidRPr="00ED578D">
              <w:rPr>
                <w:rFonts w:ascii="Arial" w:hAnsi="Arial" w:cs="Arial"/>
                <w:color w:val="000000"/>
                <w:sz w:val="20"/>
                <w:szCs w:val="20"/>
              </w:rPr>
              <w:t>kutečném rozsahu pohybu</w:t>
            </w:r>
          </w:p>
        </w:tc>
        <w:tc>
          <w:tcPr>
            <w:tcW w:w="539" w:type="pct"/>
          </w:tcPr>
          <w:p w14:paraId="6D79E99C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7AC915B7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7903EF8B" w14:textId="28EBD7F8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35E2" w:rsidRPr="00ED578D" w14:paraId="7B892AD4" w14:textId="77777777" w:rsidTr="006B0FA5">
        <w:trPr>
          <w:trHeight w:val="113"/>
        </w:trPr>
        <w:tc>
          <w:tcPr>
            <w:tcW w:w="2470" w:type="pct"/>
          </w:tcPr>
          <w:p w14:paraId="367F2647" w14:textId="67FA6BAC" w:rsidR="008A35E2" w:rsidRPr="00ED578D" w:rsidRDefault="008A35E2" w:rsidP="008A35E2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ED578D">
              <w:rPr>
                <w:rFonts w:ascii="Arial" w:hAnsi="Arial" w:cs="Arial"/>
                <w:color w:val="000000"/>
                <w:sz w:val="20"/>
                <w:szCs w:val="20"/>
              </w:rPr>
              <w:t>Umožnění zpětné kontroly rozsahu pohybů pacienta a jejich vyhodnocení</w:t>
            </w:r>
          </w:p>
        </w:tc>
        <w:tc>
          <w:tcPr>
            <w:tcW w:w="539" w:type="pct"/>
          </w:tcPr>
          <w:p w14:paraId="46EC4650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7D10690C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715240B4" w14:textId="0F52F868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35E2" w:rsidRPr="00ED578D" w14:paraId="4BA1CA65" w14:textId="77777777" w:rsidTr="006B0FA5">
        <w:trPr>
          <w:trHeight w:val="113"/>
        </w:trPr>
        <w:tc>
          <w:tcPr>
            <w:tcW w:w="2470" w:type="pct"/>
          </w:tcPr>
          <w:p w14:paraId="583D0784" w14:textId="2B524D6D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D578D">
              <w:rPr>
                <w:rFonts w:ascii="Arial" w:hAnsi="Arial" w:cs="Arial"/>
                <w:color w:val="000000"/>
                <w:sz w:val="20"/>
                <w:szCs w:val="20"/>
              </w:rPr>
              <w:t>Systém umožňující izolované a kombinované cvičení</w:t>
            </w:r>
          </w:p>
        </w:tc>
        <w:tc>
          <w:tcPr>
            <w:tcW w:w="539" w:type="pct"/>
          </w:tcPr>
          <w:p w14:paraId="38564093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4657A879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5FF81746" w14:textId="799AE532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35E2" w:rsidRPr="00ED578D" w14:paraId="03B4937B" w14:textId="77777777" w:rsidTr="006B0FA5">
        <w:trPr>
          <w:trHeight w:val="113"/>
        </w:trPr>
        <w:tc>
          <w:tcPr>
            <w:tcW w:w="2470" w:type="pct"/>
          </w:tcPr>
          <w:p w14:paraId="27F5914B" w14:textId="0F7117CE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D578D">
              <w:rPr>
                <w:rFonts w:ascii="Arial" w:hAnsi="Arial" w:cs="Arial"/>
                <w:color w:val="000000"/>
                <w:sz w:val="20"/>
                <w:szCs w:val="20"/>
              </w:rPr>
              <w:t>Cvičení pro rozsáhlejší koordinaci kloubů</w:t>
            </w:r>
          </w:p>
        </w:tc>
        <w:tc>
          <w:tcPr>
            <w:tcW w:w="539" w:type="pct"/>
          </w:tcPr>
          <w:p w14:paraId="12D3C55D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61472F77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02F4C84B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35E2" w:rsidRPr="00ED578D" w14:paraId="277F80D9" w14:textId="77777777" w:rsidTr="006B0FA5">
        <w:trPr>
          <w:trHeight w:val="113"/>
        </w:trPr>
        <w:tc>
          <w:tcPr>
            <w:tcW w:w="2470" w:type="pct"/>
          </w:tcPr>
          <w:p w14:paraId="18DE6919" w14:textId="00AAFF13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D578D">
              <w:rPr>
                <w:rFonts w:ascii="Arial" w:hAnsi="Arial" w:cs="Arial"/>
                <w:color w:val="000000"/>
                <w:sz w:val="20"/>
                <w:szCs w:val="20"/>
              </w:rPr>
              <w:t xml:space="preserve">Možnost kontroly pacienta na dálku přes </w:t>
            </w:r>
            <w:proofErr w:type="spellStart"/>
            <w:r w:rsidRPr="00ED578D">
              <w:rPr>
                <w:rFonts w:ascii="Arial" w:hAnsi="Arial" w:cs="Arial"/>
                <w:color w:val="000000"/>
                <w:sz w:val="20"/>
                <w:szCs w:val="20"/>
              </w:rPr>
              <w:t>telerehabilitaci</w:t>
            </w:r>
            <w:proofErr w:type="spellEnd"/>
          </w:p>
        </w:tc>
        <w:tc>
          <w:tcPr>
            <w:tcW w:w="539" w:type="pct"/>
          </w:tcPr>
          <w:p w14:paraId="2772A6D8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58FC759B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7477803C" w14:textId="2BE706CB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35E2" w:rsidRPr="00ED578D" w14:paraId="6A4874EC" w14:textId="77777777" w:rsidTr="006B0FA5">
        <w:trPr>
          <w:trHeight w:val="113"/>
        </w:trPr>
        <w:tc>
          <w:tcPr>
            <w:tcW w:w="2470" w:type="pct"/>
          </w:tcPr>
          <w:p w14:paraId="617ED2D5" w14:textId="5A44DC7E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D578D">
              <w:rPr>
                <w:rFonts w:ascii="Arial" w:hAnsi="Arial" w:cs="Arial"/>
                <w:color w:val="000000"/>
                <w:sz w:val="20"/>
                <w:szCs w:val="20"/>
              </w:rPr>
              <w:t>Možnost použití i pro pediatrické pacienty</w:t>
            </w:r>
          </w:p>
        </w:tc>
        <w:tc>
          <w:tcPr>
            <w:tcW w:w="539" w:type="pct"/>
          </w:tcPr>
          <w:p w14:paraId="596B1297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61B836B2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7BB50331" w14:textId="6838AFAC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35E2" w:rsidRPr="00ED578D" w14:paraId="15012BD1" w14:textId="77777777" w:rsidTr="006B0FA5">
        <w:trPr>
          <w:trHeight w:val="113"/>
        </w:trPr>
        <w:tc>
          <w:tcPr>
            <w:tcW w:w="2470" w:type="pct"/>
          </w:tcPr>
          <w:p w14:paraId="78BA60F7" w14:textId="57FD27FC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D578D">
              <w:rPr>
                <w:rFonts w:ascii="Arial" w:hAnsi="Arial" w:cs="Arial"/>
                <w:sz w:val="20"/>
                <w:szCs w:val="20"/>
              </w:rPr>
              <w:t>Výdrž baterie: až 6h</w:t>
            </w:r>
            <w:r w:rsidR="00ED578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39" w:type="pct"/>
          </w:tcPr>
          <w:p w14:paraId="2126DEC4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59A6BD1F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6B3CC291" w14:textId="73172300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35E2" w:rsidRPr="00ED578D" w14:paraId="4FBD1C23" w14:textId="77777777" w:rsidTr="006B0FA5">
        <w:trPr>
          <w:trHeight w:val="113"/>
        </w:trPr>
        <w:tc>
          <w:tcPr>
            <w:tcW w:w="2470" w:type="pct"/>
          </w:tcPr>
          <w:p w14:paraId="75DBF183" w14:textId="616DD8A6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D578D">
              <w:rPr>
                <w:rFonts w:ascii="Arial" w:hAnsi="Arial" w:cs="Arial"/>
                <w:noProof/>
                <w:sz w:val="20"/>
                <w:szCs w:val="20"/>
              </w:rPr>
              <w:t>Připojení k ovládací jednotce: bezdrátové Bluetooth</w:t>
            </w:r>
          </w:p>
        </w:tc>
        <w:tc>
          <w:tcPr>
            <w:tcW w:w="539" w:type="pct"/>
          </w:tcPr>
          <w:p w14:paraId="11CD3670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08AE264E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1C0039FB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35E2" w:rsidRPr="00ED578D" w14:paraId="02F5AF3A" w14:textId="77777777" w:rsidTr="006B0FA5">
        <w:trPr>
          <w:trHeight w:val="113"/>
        </w:trPr>
        <w:tc>
          <w:tcPr>
            <w:tcW w:w="2470" w:type="pct"/>
          </w:tcPr>
          <w:p w14:paraId="1936B666" w14:textId="4E1D4CF8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D578D">
              <w:rPr>
                <w:rFonts w:ascii="Arial" w:hAnsi="Arial" w:cs="Arial"/>
                <w:color w:val="000000"/>
                <w:sz w:val="20"/>
                <w:szCs w:val="20"/>
              </w:rPr>
              <w:t>Software pro instalaci do PC</w:t>
            </w:r>
          </w:p>
        </w:tc>
        <w:tc>
          <w:tcPr>
            <w:tcW w:w="539" w:type="pct"/>
          </w:tcPr>
          <w:p w14:paraId="6300143C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15152FF2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68DD0AD6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35E2" w:rsidRPr="00ED578D" w14:paraId="63389FB6" w14:textId="77777777" w:rsidTr="006B0FA5">
        <w:trPr>
          <w:trHeight w:val="113"/>
        </w:trPr>
        <w:tc>
          <w:tcPr>
            <w:tcW w:w="2470" w:type="pct"/>
          </w:tcPr>
          <w:p w14:paraId="38BBC95F" w14:textId="551E98D0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D578D">
              <w:rPr>
                <w:rFonts w:ascii="Arial" w:hAnsi="Arial" w:cs="Arial"/>
                <w:color w:val="000000"/>
                <w:sz w:val="20"/>
                <w:szCs w:val="20"/>
              </w:rPr>
              <w:t>PC-Notebook</w:t>
            </w:r>
          </w:p>
        </w:tc>
        <w:tc>
          <w:tcPr>
            <w:tcW w:w="539" w:type="pct"/>
          </w:tcPr>
          <w:p w14:paraId="17291F8D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1" w:type="pct"/>
          </w:tcPr>
          <w:p w14:paraId="1FAC1621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pct"/>
          </w:tcPr>
          <w:p w14:paraId="27D9A26B" w14:textId="77777777" w:rsidR="008A35E2" w:rsidRPr="00ED578D" w:rsidRDefault="008A35E2" w:rsidP="008A35E2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8CBBD2" w14:textId="208D2509" w:rsidR="00B27C67" w:rsidRDefault="00B27C67" w:rsidP="00B27C67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01E6F99" w14:textId="45271B2B" w:rsidR="007C2D7D" w:rsidRDefault="007C2D7D" w:rsidP="007C2D7D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Splnění p</w:t>
      </w:r>
      <w:r w:rsidRPr="003E6524">
        <w:rPr>
          <w:rFonts w:ascii="Arial" w:hAnsi="Arial" w:cs="Arial"/>
          <w:sz w:val="20"/>
          <w:szCs w:val="20"/>
          <w:lang w:eastAsia="ar-SA"/>
        </w:rPr>
        <w:t>ožadavk</w:t>
      </w:r>
      <w:r>
        <w:rPr>
          <w:rFonts w:ascii="Arial" w:hAnsi="Arial" w:cs="Arial"/>
          <w:sz w:val="20"/>
          <w:szCs w:val="20"/>
          <w:lang w:eastAsia="ar-SA"/>
        </w:rPr>
        <w:t>ů</w:t>
      </w:r>
      <w:r w:rsidRPr="003E6524">
        <w:rPr>
          <w:rFonts w:ascii="Arial" w:hAnsi="Arial" w:cs="Arial"/>
          <w:sz w:val="20"/>
          <w:szCs w:val="20"/>
          <w:lang w:eastAsia="ar-SA"/>
        </w:rPr>
        <w:t xml:space="preserve"> na provedení a kvalitu ICT v plném rozsahu dle přílohy č. 9 zadávací dokumentace a současně zveřejněné na </w:t>
      </w:r>
      <w:hyperlink r:id="rId8" w:history="1">
        <w:r w:rsidRPr="003E6524">
          <w:rPr>
            <w:rFonts w:ascii="Arial" w:hAnsi="Arial" w:cs="Arial"/>
            <w:b/>
            <w:sz w:val="20"/>
            <w:szCs w:val="20"/>
            <w:lang w:eastAsia="ar-SA"/>
          </w:rPr>
          <w:t>https://www.kzcr.eu/cz/kz/pro-odborniky/informace-pro-projektanty/</w:t>
        </w:r>
      </w:hyperlink>
    </w:p>
    <w:p w14:paraId="052FC011" w14:textId="77777777" w:rsidR="007C2D7D" w:rsidRDefault="007C2D7D" w:rsidP="007C2D7D">
      <w:pPr>
        <w:spacing w:after="200" w:line="276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>
        <w:rPr>
          <w:rFonts w:ascii="Arial" w:eastAsia="Calibri" w:hAnsi="Arial" w:cs="Arial"/>
          <w:sz w:val="20"/>
          <w:szCs w:val="22"/>
          <w:lang w:eastAsia="en-US"/>
        </w:rPr>
        <w:t>Veškeré povrchy nabízených výrobků včetně příslušenství musí být odolné vůči dezinfekčním a dekontaminačním prostředkům uvedených v dezinfekčním programu Krajské zdravotní, a.s. – viz příloha č. 8 zadávací dokumentace.</w:t>
      </w:r>
      <w:bookmarkStart w:id="1" w:name="_GoBack"/>
      <w:bookmarkEnd w:id="1"/>
    </w:p>
    <w:p w14:paraId="518A9481" w14:textId="77777777" w:rsidR="00ED578D" w:rsidRPr="006760F4" w:rsidRDefault="00ED578D" w:rsidP="00ED578D">
      <w:pPr>
        <w:spacing w:after="160" w:line="259" w:lineRule="auto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b/>
          <w:sz w:val="20"/>
          <w:szCs w:val="22"/>
          <w:lang w:eastAsia="en-US"/>
        </w:rPr>
        <w:t>Poznámka:</w:t>
      </w:r>
    </w:p>
    <w:p w14:paraId="4C700B47" w14:textId="77777777" w:rsidR="00ED578D" w:rsidRDefault="00ED578D" w:rsidP="00ED578D">
      <w:pPr>
        <w:spacing w:after="160" w:line="259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1F00E8">
        <w:rPr>
          <w:rFonts w:ascii="Arial" w:eastAsia="Calibri" w:hAnsi="Arial" w:cs="Arial"/>
          <w:sz w:val="20"/>
          <w:szCs w:val="22"/>
          <w:lang w:eastAsia="en-US"/>
        </w:rPr>
        <w:t xml:space="preserve">Pokud není uvedeno v technické specifikaci jinak (např. uvedením požadavku na minimální nebo maximální hodnoty nebo parametry), je v případě uvedení podrobných technických parametrů akceptován toleranční rozsah ± 10%. </w:t>
      </w:r>
    </w:p>
    <w:p w14:paraId="016D8AA6" w14:textId="77777777" w:rsidR="00ED578D" w:rsidRPr="006760F4" w:rsidRDefault="00ED578D" w:rsidP="00ED578D">
      <w:pPr>
        <w:spacing w:after="160" w:line="259" w:lineRule="auto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b/>
          <w:sz w:val="20"/>
          <w:szCs w:val="22"/>
          <w:lang w:eastAsia="en-US"/>
        </w:rPr>
        <w:t>Vysvětlivka</w:t>
      </w:r>
    </w:p>
    <w:p w14:paraId="626CAC56" w14:textId="77777777" w:rsidR="00ED578D" w:rsidRPr="006760F4" w:rsidRDefault="00ED578D" w:rsidP="00ED578D">
      <w:pPr>
        <w:spacing w:line="259" w:lineRule="auto"/>
        <w:rPr>
          <w:rFonts w:ascii="Arial" w:eastAsia="Calibri" w:hAnsi="Arial" w:cs="Arial"/>
          <w:sz w:val="20"/>
          <w:szCs w:val="22"/>
          <w:u w:val="single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u w:val="single"/>
          <w:lang w:eastAsia="en-US"/>
        </w:rPr>
        <w:t>Dodavatel uvede:</w:t>
      </w:r>
    </w:p>
    <w:p w14:paraId="7E1C5B9F" w14:textId="77777777" w:rsidR="00ED578D" w:rsidRPr="006760F4" w:rsidRDefault="00ED578D" w:rsidP="00ED578D">
      <w:pPr>
        <w:numPr>
          <w:ilvl w:val="0"/>
          <w:numId w:val="16"/>
        </w:numPr>
        <w:spacing w:after="160" w:line="259" w:lineRule="auto"/>
        <w:contextualSpacing/>
        <w:rPr>
          <w:rFonts w:ascii="Arial" w:eastAsia="Calibri" w:hAnsi="Arial" w:cs="Arial"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lang w:eastAsia="en-US"/>
        </w:rPr>
        <w:t>základní informace pro identifikaci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 nabízeného přístroje</w:t>
      </w:r>
    </w:p>
    <w:p w14:paraId="20F3DC26" w14:textId="77777777" w:rsidR="00ED578D" w:rsidRPr="006760F4" w:rsidRDefault="00ED578D" w:rsidP="00ED578D">
      <w:pPr>
        <w:numPr>
          <w:ilvl w:val="0"/>
          <w:numId w:val="16"/>
        </w:numPr>
        <w:spacing w:after="160" w:line="259" w:lineRule="auto"/>
        <w:contextualSpacing/>
        <w:rPr>
          <w:rFonts w:ascii="Arial" w:eastAsia="Calibri" w:hAnsi="Arial" w:cs="Arial"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lang w:eastAsia="en-US"/>
        </w:rPr>
        <w:t xml:space="preserve">zda přístroj požadavek splňuje </w:t>
      </w:r>
    </w:p>
    <w:p w14:paraId="41B37FED" w14:textId="77777777" w:rsidR="00ED578D" w:rsidRDefault="00ED578D" w:rsidP="00ED578D">
      <w:pPr>
        <w:numPr>
          <w:ilvl w:val="0"/>
          <w:numId w:val="16"/>
        </w:numPr>
        <w:spacing w:after="160" w:line="259" w:lineRule="auto"/>
        <w:contextualSpacing/>
        <w:rPr>
          <w:rFonts w:ascii="Arial" w:eastAsia="Calibri" w:hAnsi="Arial" w:cs="Arial"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lang w:eastAsia="en-US"/>
        </w:rPr>
        <w:t xml:space="preserve">číselnou hodnotu u parametrů, které lze takto charakterizovat </w:t>
      </w:r>
    </w:p>
    <w:p w14:paraId="32ACAC9D" w14:textId="2B5A491C" w:rsidR="003C31D5" w:rsidRPr="00ED578D" w:rsidRDefault="00ED578D" w:rsidP="007C2D7D">
      <w:pPr>
        <w:numPr>
          <w:ilvl w:val="0"/>
          <w:numId w:val="16"/>
        </w:numPr>
        <w:spacing w:after="160" w:line="259" w:lineRule="auto"/>
        <w:contextualSpacing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ED578D">
        <w:rPr>
          <w:rFonts w:ascii="Arial" w:eastAsia="Calibri" w:hAnsi="Arial" w:cs="Arial"/>
          <w:sz w:val="20"/>
          <w:szCs w:val="22"/>
          <w:lang w:eastAsia="en-US"/>
        </w:rPr>
        <w:t>kde lze daný požadavek ověřit (např. číslo strany v brožuře) a doloží materiály (brožury, manuály, návod k použití, odkaz, atd.) </w:t>
      </w:r>
    </w:p>
    <w:sectPr w:rsidR="003C31D5" w:rsidRPr="00ED57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552" w:right="991" w:bottom="1134" w:left="993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332B5C" w14:textId="77777777" w:rsidR="00830114" w:rsidRDefault="00830114">
      <w:r>
        <w:separator/>
      </w:r>
    </w:p>
  </w:endnote>
  <w:endnote w:type="continuationSeparator" w:id="0">
    <w:p w14:paraId="6084A9BA" w14:textId="77777777" w:rsidR="00830114" w:rsidRDefault="00830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DDAF" w14:textId="77777777" w:rsidR="003C31D5" w:rsidRDefault="003C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40625" w14:textId="4D5020C4" w:rsidR="003C31D5" w:rsidRDefault="00AB4898">
    <w:pPr>
      <w:pStyle w:val="Zpat"/>
      <w:tabs>
        <w:tab w:val="clear" w:pos="4536"/>
        <w:tab w:val="clear" w:pos="9072"/>
      </w:tabs>
      <w:jc w:val="right"/>
      <w:rPr>
        <w:rFonts w:ascii="MetaCE" w:hAnsi="MetaCE"/>
        <w:sz w:val="14"/>
        <w:szCs w:val="14"/>
      </w:rPr>
    </w:pP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PAGE </w:instrText>
    </w:r>
    <w:r>
      <w:rPr>
        <w:rFonts w:ascii="MetaCE" w:hAnsi="MetaCE"/>
        <w:sz w:val="14"/>
        <w:szCs w:val="14"/>
      </w:rPr>
      <w:fldChar w:fldCharType="separate"/>
    </w:r>
    <w:r w:rsidR="007C2D7D">
      <w:rPr>
        <w:rFonts w:ascii="MetaCE" w:hAnsi="MetaCE"/>
        <w:noProof/>
        <w:sz w:val="14"/>
        <w:szCs w:val="14"/>
      </w:rPr>
      <w:t>2</w:t>
    </w:r>
    <w:r>
      <w:rPr>
        <w:rFonts w:ascii="MetaCE" w:hAnsi="MetaCE"/>
        <w:sz w:val="14"/>
        <w:szCs w:val="14"/>
      </w:rPr>
      <w:fldChar w:fldCharType="end"/>
    </w:r>
    <w:r>
      <w:rPr>
        <w:rFonts w:ascii="MetaCE" w:hAnsi="MetaCE"/>
        <w:sz w:val="14"/>
        <w:szCs w:val="14"/>
      </w:rPr>
      <w:t xml:space="preserve"> z </w:t>
    </w: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NUMPAGES </w:instrText>
    </w:r>
    <w:r>
      <w:rPr>
        <w:rFonts w:ascii="MetaCE" w:hAnsi="MetaCE"/>
        <w:sz w:val="14"/>
        <w:szCs w:val="14"/>
      </w:rPr>
      <w:fldChar w:fldCharType="separate"/>
    </w:r>
    <w:r w:rsidR="007C2D7D">
      <w:rPr>
        <w:rFonts w:ascii="MetaCE" w:hAnsi="MetaCE"/>
        <w:noProof/>
        <w:sz w:val="14"/>
        <w:szCs w:val="14"/>
      </w:rPr>
      <w:t>3</w:t>
    </w:r>
    <w:r>
      <w:rPr>
        <w:rFonts w:ascii="MetaCE" w:hAnsi="MetaCE"/>
        <w:sz w:val="14"/>
        <w:szCs w:val="14"/>
      </w:rPr>
      <w:fldChar w:fldCharType="end"/>
    </w:r>
  </w:p>
  <w:p w14:paraId="6ADC9753" w14:textId="77777777" w:rsidR="003C31D5" w:rsidRDefault="003C31D5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  <w:p w14:paraId="2BA63BD9" w14:textId="77777777" w:rsidR="003C31D5" w:rsidRDefault="003C31D5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B4B9B" w14:textId="77777777" w:rsidR="003C31D5" w:rsidRDefault="003C31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C2CCA4" w14:textId="77777777" w:rsidR="00830114" w:rsidRDefault="00830114">
      <w:r>
        <w:separator/>
      </w:r>
    </w:p>
  </w:footnote>
  <w:footnote w:type="continuationSeparator" w:id="0">
    <w:p w14:paraId="5D857328" w14:textId="77777777" w:rsidR="00830114" w:rsidRDefault="00830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4CBC8" w14:textId="77777777" w:rsidR="003C31D5" w:rsidRDefault="003C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BB990" w14:textId="77777777" w:rsidR="003C31D5" w:rsidRDefault="00AB4898">
    <w:pPr>
      <w:pStyle w:val="Zhlav"/>
      <w:jc w:val="right"/>
      <w:rPr>
        <w:color w:val="FF0000"/>
      </w:rPr>
    </w:pPr>
    <w:r>
      <w:rPr>
        <w:noProof/>
        <w:color w:val="FF0000"/>
      </w:rPr>
      <w:drawing>
        <wp:anchor distT="0" distB="0" distL="114300" distR="114300" simplePos="0" relativeHeight="251657728" behindDoc="1" locked="0" layoutInCell="1" allowOverlap="1" wp14:anchorId="4EAB7DA9" wp14:editId="24008A66">
          <wp:simplePos x="0" y="0"/>
          <wp:positionH relativeFrom="page">
            <wp:posOffset>0</wp:posOffset>
          </wp:positionH>
          <wp:positionV relativeFrom="page">
            <wp:posOffset>1</wp:posOffset>
          </wp:positionV>
          <wp:extent cx="7552784" cy="10682992"/>
          <wp:effectExtent l="0" t="0" r="0" b="0"/>
          <wp:wrapNone/>
          <wp:docPr id="7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2784" cy="10682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D46F5" w14:textId="77777777" w:rsidR="003C31D5" w:rsidRDefault="003C31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F7C1C"/>
    <w:multiLevelType w:val="hybridMultilevel"/>
    <w:tmpl w:val="FEBE7A1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D20DDC"/>
    <w:multiLevelType w:val="hybridMultilevel"/>
    <w:tmpl w:val="DDBACD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A3CD8"/>
    <w:multiLevelType w:val="hybridMultilevel"/>
    <w:tmpl w:val="2CD09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6415C"/>
    <w:multiLevelType w:val="hybridMultilevel"/>
    <w:tmpl w:val="4A18F4E8"/>
    <w:lvl w:ilvl="0" w:tplc="040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4" w15:restartNumberingAfterBreak="0">
    <w:nsid w:val="0D1E58A2"/>
    <w:multiLevelType w:val="hybridMultilevel"/>
    <w:tmpl w:val="17A0B4F8"/>
    <w:lvl w:ilvl="0" w:tplc="C9987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836611"/>
    <w:multiLevelType w:val="hybridMultilevel"/>
    <w:tmpl w:val="F136374A"/>
    <w:lvl w:ilvl="0" w:tplc="040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1ABB3DD2"/>
    <w:multiLevelType w:val="hybridMultilevel"/>
    <w:tmpl w:val="B492C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005B80"/>
    <w:multiLevelType w:val="hybridMultilevel"/>
    <w:tmpl w:val="1876CD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C92009"/>
    <w:multiLevelType w:val="multilevel"/>
    <w:tmpl w:val="DE9227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9" w15:restartNumberingAfterBreak="0">
    <w:nsid w:val="45A74F32"/>
    <w:multiLevelType w:val="hybridMultilevel"/>
    <w:tmpl w:val="015432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AA217B"/>
    <w:multiLevelType w:val="hybridMultilevel"/>
    <w:tmpl w:val="40FC5ED4"/>
    <w:lvl w:ilvl="0" w:tplc="2812A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7A31A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7217BA0"/>
    <w:multiLevelType w:val="hybridMultilevel"/>
    <w:tmpl w:val="FBA0B788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7FCF0E79"/>
    <w:multiLevelType w:val="hybridMultilevel"/>
    <w:tmpl w:val="D0667BEC"/>
    <w:lvl w:ilvl="0" w:tplc="04050017">
      <w:start w:val="1"/>
      <w:numFmt w:val="lowerLetter"/>
      <w:lvlText w:val="%1)"/>
      <w:lvlJc w:val="left"/>
      <w:pPr>
        <w:ind w:left="1212" w:hanging="360"/>
      </w:pPr>
    </w:lvl>
    <w:lvl w:ilvl="1" w:tplc="04050019" w:tentative="1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3"/>
  </w:num>
  <w:num w:numId="5">
    <w:abstractNumId w:val="7"/>
  </w:num>
  <w:num w:numId="6">
    <w:abstractNumId w:val="9"/>
  </w:num>
  <w:num w:numId="7">
    <w:abstractNumId w:val="0"/>
  </w:num>
  <w:num w:numId="8">
    <w:abstractNumId w:val="5"/>
  </w:num>
  <w:num w:numId="9">
    <w:abstractNumId w:val="6"/>
  </w:num>
  <w:num w:numId="10">
    <w:abstractNumId w:val="12"/>
  </w:num>
  <w:num w:numId="11">
    <w:abstractNumId w:val="11"/>
  </w:num>
  <w:num w:numId="12">
    <w:abstractNumId w:val="13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D5"/>
    <w:rsid w:val="00006AC4"/>
    <w:rsid w:val="00073E76"/>
    <w:rsid w:val="001110CD"/>
    <w:rsid w:val="00154C53"/>
    <w:rsid w:val="002B7D46"/>
    <w:rsid w:val="002D3211"/>
    <w:rsid w:val="003C31D5"/>
    <w:rsid w:val="003E76B5"/>
    <w:rsid w:val="00424EC8"/>
    <w:rsid w:val="004A099D"/>
    <w:rsid w:val="004E52EF"/>
    <w:rsid w:val="00640356"/>
    <w:rsid w:val="00652FD6"/>
    <w:rsid w:val="006760F4"/>
    <w:rsid w:val="006870AB"/>
    <w:rsid w:val="006B0FA5"/>
    <w:rsid w:val="00701FD7"/>
    <w:rsid w:val="007A4088"/>
    <w:rsid w:val="007C2D7D"/>
    <w:rsid w:val="007E4CDF"/>
    <w:rsid w:val="00827631"/>
    <w:rsid w:val="00830114"/>
    <w:rsid w:val="00857C02"/>
    <w:rsid w:val="008A35E2"/>
    <w:rsid w:val="008F3D74"/>
    <w:rsid w:val="009641ED"/>
    <w:rsid w:val="009C3048"/>
    <w:rsid w:val="009C4B61"/>
    <w:rsid w:val="00A47985"/>
    <w:rsid w:val="00A604C4"/>
    <w:rsid w:val="00A7510C"/>
    <w:rsid w:val="00AB4898"/>
    <w:rsid w:val="00AB61DD"/>
    <w:rsid w:val="00B27C67"/>
    <w:rsid w:val="00B40C8C"/>
    <w:rsid w:val="00C70016"/>
    <w:rsid w:val="00C854F0"/>
    <w:rsid w:val="00DC38D6"/>
    <w:rsid w:val="00DD4A8B"/>
    <w:rsid w:val="00E36328"/>
    <w:rsid w:val="00ED578D"/>
    <w:rsid w:val="00ED606B"/>
    <w:rsid w:val="00F50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837342"/>
  <w15:chartTrackingRefBased/>
  <w15:docId w15:val="{446D8F13-FD9D-4E30-B0C0-4495D495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eastAsiaTheme="majorEastAsia" w:cstheme="majorBidi"/>
      <w:b/>
      <w:color w:val="00A7FF"/>
      <w:sz w:val="32"/>
      <w:szCs w:val="32"/>
    </w:rPr>
  </w:style>
  <w:style w:type="paragraph" w:styleId="Nadpis2">
    <w:name w:val="heading 2"/>
    <w:aliases w:val="PA Major Section,Podkapitola1,V_Head2,V_Head21,V_Head22,hlavicka,ASAPHeading 2,h2,F2,F21,2,sub-sect,21,sub-sect1,22,sub-sect2,211,sub-sect11,Běžného textu,Nadpis 2T,Nadpis kapitoly,0Überschrift 2,1Überschrift 2,2Überschrift 2,3Überschrift 2,T"/>
    <w:basedOn w:val="Normln"/>
    <w:next w:val="Normln"/>
    <w:link w:val="Nadpis2Char"/>
    <w:autoRedefine/>
    <w:uiPriority w:val="99"/>
    <w:qFormat/>
    <w:pPr>
      <w:keepNext/>
      <w:numPr>
        <w:ilvl w:val="1"/>
        <w:numId w:val="1"/>
      </w:numPr>
      <w:spacing w:before="240" w:after="240"/>
      <w:ind w:left="1134" w:hanging="567"/>
      <w:jc w:val="both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eastAsiaTheme="majorEastAsia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eastAsiaTheme="minorEastAsia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character" w:customStyle="1" w:styleId="Nadpis2Char">
    <w:name w:val="Nadpis 2 Char"/>
    <w:aliases w:val="PA Major Section Char,Podkapitola1 Char,V_Head2 Char,V_Head21 Char,V_Head22 Char,hlavicka Char,ASAPHeading 2 Char,h2 Char,F2 Char,F21 Char,2 Char,sub-sect Char,21 Char,sub-sect1 Char,22 Char,sub-sect2 Char,211 Char,sub-sect11 Char,T Char"/>
    <w:basedOn w:val="Standardnpsmoodstavce"/>
    <w:link w:val="Nadpis2"/>
    <w:uiPriority w:val="99"/>
    <w:rPr>
      <w:b/>
      <w:bCs/>
      <w:iCs/>
      <w:sz w:val="24"/>
      <w:szCs w:val="28"/>
    </w:rPr>
  </w:style>
  <w:style w:type="character" w:styleId="Hypertextovodkaz">
    <w:name w:val="Hyperlink"/>
    <w:rPr>
      <w:color w:val="0000FF"/>
      <w:u w:val="single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</w:style>
  <w:style w:type="paragraph" w:styleId="Odstavecseseznamem">
    <w:name w:val="List Paragraph"/>
    <w:basedOn w:val="Normln"/>
    <w:link w:val="OdstavecseseznamemChar"/>
    <w:qFormat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qFormat/>
    <w:locked/>
    <w:rPr>
      <w:sz w:val="24"/>
      <w:szCs w:val="24"/>
    </w:rPr>
  </w:style>
  <w:style w:type="paragraph" w:customStyle="1" w:styleId="Vaharinatextodstavce">
    <w:name w:val="Vaharina_text odstavce"/>
    <w:basedOn w:val="Normln"/>
    <w:uiPriority w:val="99"/>
    <w:pPr>
      <w:spacing w:before="120" w:after="240"/>
      <w:jc w:val="both"/>
    </w:pPr>
    <w:rPr>
      <w:sz w:val="22"/>
      <w:szCs w:val="20"/>
    </w:rPr>
  </w:style>
  <w:style w:type="character" w:customStyle="1" w:styleId="Internetovodkaz">
    <w:name w:val="Internetový odkaz"/>
    <w:uiPriority w:val="99"/>
    <w:semiHidden/>
    <w:unhideWhenUsed/>
    <w:locked/>
    <w:rPr>
      <w:color w:val="0000FF"/>
      <w:u w:val="single"/>
    </w:rPr>
  </w:style>
  <w:style w:type="paragraph" w:styleId="Bezmezer">
    <w:name w:val="No Spacing"/>
    <w:uiPriority w:val="1"/>
    <w:qFormat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qFormat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Pr>
      <w:b/>
      <w:bCs/>
    </w:rPr>
  </w:style>
  <w:style w:type="paragraph" w:styleId="Textvbloku">
    <w:name w:val="Block Text"/>
    <w:basedOn w:val="Normln"/>
    <w:rsid w:val="00006AC4"/>
    <w:pPr>
      <w:spacing w:line="360" w:lineRule="auto"/>
      <w:ind w:left="360" w:right="278"/>
      <w:jc w:val="both"/>
    </w:pPr>
    <w:rPr>
      <w:rFonts w:ascii="Arial" w:hAnsi="Arial"/>
      <w:bCs/>
      <w:sz w:val="22"/>
      <w:szCs w:val="20"/>
    </w:rPr>
  </w:style>
  <w:style w:type="paragraph" w:customStyle="1" w:styleId="My1">
    <w:name w:val="My 1"/>
    <w:basedOn w:val="Normln"/>
    <w:link w:val="My1Char"/>
    <w:qFormat/>
    <w:rsid w:val="00006AC4"/>
    <w:pPr>
      <w:spacing w:after="120" w:line="264" w:lineRule="auto"/>
      <w:jc w:val="both"/>
    </w:pPr>
    <w:rPr>
      <w:rFonts w:eastAsia="Calibri"/>
      <w:lang w:eastAsia="en-US"/>
    </w:rPr>
  </w:style>
  <w:style w:type="character" w:customStyle="1" w:styleId="My1Char">
    <w:name w:val="My 1 Char"/>
    <w:link w:val="My1"/>
    <w:rsid w:val="00006AC4"/>
    <w:rPr>
      <w:rFonts w:eastAsia="Calibri"/>
      <w:sz w:val="24"/>
      <w:szCs w:val="24"/>
      <w:lang w:eastAsia="en-US"/>
    </w:rPr>
  </w:style>
  <w:style w:type="table" w:styleId="Mkatabulky">
    <w:name w:val="Table Grid"/>
    <w:basedOn w:val="Normlntabulka"/>
    <w:uiPriority w:val="39"/>
    <w:rsid w:val="00B27C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7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zcr.eu/cz/kz/pro-odborniky/informace-pro-projektanty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FA90A-9879-4629-A250-8C5B352B5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</Template>
  <TotalTime>8</TotalTime>
  <Pages>3</Pages>
  <Words>627</Words>
  <Characters>3701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Lacinová Lenka</cp:lastModifiedBy>
  <cp:revision>3</cp:revision>
  <dcterms:created xsi:type="dcterms:W3CDTF">2024-08-26T05:07:00Z</dcterms:created>
  <dcterms:modified xsi:type="dcterms:W3CDTF">2024-09-09T11:30:00Z</dcterms:modified>
</cp:coreProperties>
</file>